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D14A9" w14:textId="77777777" w:rsidR="007863F7" w:rsidRPr="007863F7" w:rsidRDefault="007863F7" w:rsidP="007863F7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7863F7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SARS-CoV-2/human/USA/KY-GD-122821-340/2021, complete genome</w:t>
      </w:r>
    </w:p>
    <w:p w14:paraId="7CEE71FB" w14:textId="77777777" w:rsidR="007863F7" w:rsidRPr="007863F7" w:rsidRDefault="007863F7" w:rsidP="007863F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863F7">
        <w:rPr>
          <w:rFonts w:ascii="ＭＳ Ｐゴシック" w:eastAsia="ＭＳ Ｐゴシック" w:hAnsi="ＭＳ Ｐゴシック" w:cs="ＭＳ Ｐゴシック"/>
          <w:kern w:val="0"/>
          <w:sz w:val="24"/>
        </w:rPr>
        <w:t>GenBank: OM084700.1</w:t>
      </w:r>
    </w:p>
    <w:p w14:paraId="62979B2C" w14:textId="77777777" w:rsidR="007863F7" w:rsidRPr="007863F7" w:rsidRDefault="007863F7" w:rsidP="007863F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863F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863F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"https://www.ncbi.nlm.nih.gov/nuccore/OM084700.1?report=fasta" </w:instrText>
      </w:r>
      <w:r w:rsidRPr="007863F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863F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7863F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7863F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7863F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863F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"https://www.ncbi.nlm.nih.gov/nuccore/OM084700.1?report=graph" </w:instrText>
      </w:r>
      <w:r w:rsidRPr="007863F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863F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7863F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7863F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84700.1"/>
    <w:bookmarkEnd w:id="1"/>
    <w:p w14:paraId="6D28E3E3" w14:textId="77777777" w:rsidR="007863F7" w:rsidRPr="007863F7" w:rsidRDefault="007863F7" w:rsidP="007863F7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863F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863F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"https://www.ncbi.nlm.nih.gov/nuccore/OM084700.1" \l "goto2172005465_0" </w:instrText>
      </w:r>
      <w:r w:rsidRPr="007863F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863F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7863F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4BB73C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>LOCUS       OM084700               29776 bp    RNA     linear   VRL 31-DEC-2021</w:t>
      </w:r>
    </w:p>
    <w:p w14:paraId="36564E8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80F365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SARS-CoV-2/human/USA/KY-GD-122821-340/2021, complete genome.</w:t>
      </w:r>
    </w:p>
    <w:p w14:paraId="6AA52C6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>ACCESSION   OM084700</w:t>
      </w:r>
    </w:p>
    <w:p w14:paraId="5DA65CF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>VERSION     OM084700.1</w:t>
      </w:r>
    </w:p>
    <w:p w14:paraId="524943E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5FBDC18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DB6AAD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3C3EC0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E432CD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21C6C4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772CBE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29776)</w:t>
      </w:r>
    </w:p>
    <w:p w14:paraId="1A05AE0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Diagnostics,G.</w:t>
      </w:r>
    </w:p>
    <w:p w14:paraId="66F2B44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7FA472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(31-DEC-2021) Laboratory, Gravity Diagnostics, LLC, 812</w:t>
      </w:r>
    </w:p>
    <w:p w14:paraId="2787A03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Russell St, Covington, KY 41011, USA</w:t>
      </w:r>
    </w:p>
    <w:p w14:paraId="1919648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84700.1"/>
      <w:bookmarkEnd w:id="2"/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E3231A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v. 3.5.4</w:t>
      </w:r>
    </w:p>
    <w:p w14:paraId="66A7F71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54BEE6F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AAFD27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84700.1"/>
      <w:bookmarkEnd w:id="3"/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629402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1..29776</w:t>
      </w:r>
    </w:p>
    <w:p w14:paraId="778EB86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9448BD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5B5F49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075799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/isolate="SARS-CoV-2/human/USA/KY-GD-122821-340/2021"</w:t>
      </w:r>
    </w:p>
    <w:p w14:paraId="35C6277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/isolation_source="nasopharyngeal swab"</w:t>
      </w:r>
    </w:p>
    <w:p w14:paraId="0DE4CE0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DBFF68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6042D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4FF0669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/collection_date="2021-12-26"</w:t>
      </w:r>
    </w:p>
    <w:p w14:paraId="549C120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"https://www.ncbi.nlm.nih.gov/nuccore/OM084700.1?from=236&amp;to=21513"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236..21513</w:t>
      </w:r>
    </w:p>
    <w:p w14:paraId="026BB33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C617D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"https://www.ncbi.nlm.nih.gov/nuccore/OM084700.1?location=236:13426,13426:21513"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join(236..13426,13426..21513)</w:t>
      </w:r>
    </w:p>
    <w:p w14:paraId="628CB5E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2B049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C5C962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6F9734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AC8DA4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"https://www.ncbi.nlm.nih.gov/protein/2172005466"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UHW40242.1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66A2A4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1E411C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58BA79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9A7FAB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C4AB35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8CF27E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E39FF0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1F9F8B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DC7C61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4076E5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C2107D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A360C0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6787BC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731583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B11DE1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78112D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DBC5B5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E09941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0821A2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A31488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FB8CD5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FAA826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B5AB18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15902F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ED2F0A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D662DD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3F9C41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FE53DA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87C68C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7CC33B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FE7FD3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1EB1BC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39461B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E74FEC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95EB73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FFPDLNGDVVAIDYKHYTPSFKKGAKLLHKPIVWHVNNATNKATYKPNTWCIRCLWST</w:t>
      </w:r>
    </w:p>
    <w:p w14:paraId="01A879A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750A58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BEA46E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5AE75E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0ED763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0DD9D6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0ED89A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3C6E62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078EE4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A5A719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AC4662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B8EC34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EE6329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030973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326CFB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2FB36B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A6EB1D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3A886A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34190F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562988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282ACF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A3165F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4220C2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93906F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BCD008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29B24B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4DC9E9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EBC77A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F46D3A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B3277E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A2F72C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953E2B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22C46F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7AB411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FEC83D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F89C3C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329E91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9DEF73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9BF8C4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474F3E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5BCDD2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97CCF8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FLNRVCGVSAARLTPCGTGTSTDVVYRAFDIYNDKVAGFAKFLKTNCCRFQEKDEDDN</w:t>
      </w:r>
    </w:p>
    <w:p w14:paraId="3433186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273C32D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4B77FD0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533175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2412381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69FFD1D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16229B2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8A7ADF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63C8D0E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2A037D1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62E2E49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35699EF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30048FE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3A1225E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6545E31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4525DC1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58787BE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21360CD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31971EE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0D89170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5F45273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7AFEEB6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2099E0F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A58BBC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492781E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0BB03E6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035614E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186D0A4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2A304B9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19D1AF9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1C4ACAE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7C5650C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1666258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67BBA03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23FE197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6624195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11ECE50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481B809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6220A6B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19A8015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5D471D3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0C37FDC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PKGIMMNVAKYTQLCQYLNTLTLAVPYNMRVIHFGAGSDKGVAPGTAVLRQWLPTGTL</w:t>
      </w:r>
    </w:p>
    <w:p w14:paraId="5B0F835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7D2FC9A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2D58B67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F5D753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7F665B0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"https://www.ncbi.nlm.nih.gov/protein/UHW40242.1?from=1&amp;to=180"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236..775</w:t>
      </w:r>
    </w:p>
    <w:p w14:paraId="14BE0CA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F8540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6BCB04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"https://www.ncbi.nlm.nih.gov/protein/UHW40242.1?from=181&amp;to=818"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776..2689</w:t>
      </w:r>
    </w:p>
    <w:p w14:paraId="2FC3EA9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0C59D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6DE2CB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"https://www.ncbi.nlm.nih.gov/protein/UHW40242.1?from=819&amp;to=2762"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2690..8521</w:t>
      </w:r>
    </w:p>
    <w:p w14:paraId="646581F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38417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A335BE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"https://www.ncbi.nlm.nih.gov/protein/UHW40242.1?from=2763&amp;to=3262"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8522..10021</w:t>
      </w:r>
    </w:p>
    <w:p w14:paraId="1F5A5EB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EFDD8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5118DF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"https://www.ncbi.nlm.nih.gov/protein/UHW40242.1?from=3263&amp;to=3568"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10022..10939</w:t>
      </w:r>
    </w:p>
    <w:p w14:paraId="1D7FBFA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E846B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1EE3E5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"https://www.ncbi.nlm.nih.gov/protein/UHW40242.1?from=3569&amp;to=3855"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10940..11800</w:t>
      </w:r>
    </w:p>
    <w:p w14:paraId="7BDA513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6B95D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760E6C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"https://www.ncbi.nlm.nih.gov/protein/UHW40242.1?from=3856&amp;to=3938"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11801..12049</w:t>
      </w:r>
    </w:p>
    <w:p w14:paraId="7B82093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A7FBF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57A6D3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"https://www.ncbi.nlm.nih.gov/protein/UHW40242.1?from=3939&amp;to=4136"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12050..12643</w:t>
      </w:r>
    </w:p>
    <w:p w14:paraId="34BD27E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AFCC7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E43B00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"https://www.ncbi.nlm.nih.gov/protein/UHW40242.1?from=4137&amp;to=4249"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12644..12982</w:t>
      </w:r>
    </w:p>
    <w:p w14:paraId="55C491E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1DF57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55F29C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"https://www.ncbi.nlm.nih.gov/protein/UHW40242.1?from=4250&amp;to=4388"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12983..13399</w:t>
      </w:r>
    </w:p>
    <w:p w14:paraId="4ED1A24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4AB35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BCDEF2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"https://www.ncbi.nlm.nih.gov/protein/UHW40242.1?from=4389&amp;to=5320"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join(13400..13426,13426..16194)</w:t>
      </w:r>
    </w:p>
    <w:p w14:paraId="065BDAD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E7751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68417C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"https://www.ncbi.nlm.nih.gov/protein/UHW40242.1?from=5321&amp;to=5921"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16195..17997</w:t>
      </w:r>
    </w:p>
    <w:p w14:paraId="348FE82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CA245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8E1075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"https://www.ncbi.nlm.nih.gov/protein/UHW40242.1?from=5922&amp;to=6448"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17998..19578</w:t>
      </w:r>
    </w:p>
    <w:p w14:paraId="4BE306A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F83B03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A0B8BD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"https://www.ncbi.nlm.nih.gov/protein/UHW40242.1?from=6449&amp;to=6794"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19579..20616</w:t>
      </w:r>
    </w:p>
    <w:p w14:paraId="07FF8B0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8429B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640F31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"https://www.ncbi.nlm.nih.gov/protein/UHW40242.1?from=6795&amp;to=7092"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20617..21510</w:t>
      </w:r>
    </w:p>
    <w:p w14:paraId="34BBDB8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E1C03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09775E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"https://www.ncbi.nlm.nih.gov/nuccore/OM084700.1?from=236&amp;to=13441"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236..13441</w:t>
      </w:r>
    </w:p>
    <w:p w14:paraId="2D926DF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926BA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3909B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0356FD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"https://www.ncbi.nlm.nih.gov/protein/2172005467"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UHW40243.1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1163B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F2AB1E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3F6D52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F5B75B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2C074D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C4FBAF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9C3910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E9FC5C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274713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828FF3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7D484F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EFE3F0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AC542C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C9F34C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2B81BD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C1102B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3A2DB6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9C8215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DB2CF8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FD15E1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E137A9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C52AB5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A8473E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65E9D4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6C4E0D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9F2AAD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D8FE06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3A1A0E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AA64F3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93A3C5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WADNNCYLATALLTLQQIELKFNPPALQDAYYRARAGEAANFCALILAYCNKTVGELG</w:t>
      </w:r>
    </w:p>
    <w:p w14:paraId="6A29880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6547E1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276E4E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637EE2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AB8E4A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229B7C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57B716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BBB6EA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0904FB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B4ED38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A16D1A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8755F5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9D8440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8B5D6A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2F9451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FDBB36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A7E7DE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1B056E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502321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049285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19EBA6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160C41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84EE68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5EE391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F10CBF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26EC8A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F14B8C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900E19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1DC168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35938B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0E1D87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33A1D1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77B606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32E808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A0663F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2368E5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1FE964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ED7643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82BECE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82BC41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20F6BD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4A9191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VQLSEISMDNSPNLAWPLIVTALRANSAVKLQNNELSPVALRQMSCAAGTTQTACTDD</w:t>
      </w:r>
    </w:p>
    <w:p w14:paraId="0635004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A58314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467654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DA64C7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FD1012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3025C90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"https://www.ncbi.nlm.nih.gov/protein/UHW40243.1?from=1&amp;to=180"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236..775</w:t>
      </w:r>
    </w:p>
    <w:p w14:paraId="349DCA3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62799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0DE794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"https://www.ncbi.nlm.nih.gov/protein/UHW40243.1?from=181&amp;to=818"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776..2689</w:t>
      </w:r>
    </w:p>
    <w:p w14:paraId="21DE9AB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E1375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213EF0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"https://www.ncbi.nlm.nih.gov/protein/UHW40243.1?from=819&amp;to=2762"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2690..8521</w:t>
      </w:r>
    </w:p>
    <w:p w14:paraId="71C68A4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B3CDB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4E7AC2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"https://www.ncbi.nlm.nih.gov/protein/UHW40243.1?from=2763&amp;to=3262"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8522..10021</w:t>
      </w:r>
    </w:p>
    <w:p w14:paraId="56C39F9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CD6A4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871D44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"https://www.ncbi.nlm.nih.gov/protein/UHW40243.1?from=3263&amp;to=3568"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10022..10939</w:t>
      </w:r>
    </w:p>
    <w:p w14:paraId="51EA202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E163D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AC12FB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"https://www.ncbi.nlm.nih.gov/protein/UHW40243.1?from=3569&amp;to=3855"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10940..11800</w:t>
      </w:r>
    </w:p>
    <w:p w14:paraId="105040D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D37AB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918F60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"https://www.ncbi.nlm.nih.gov/protein/UHW40243.1?from=3856&amp;to=3938"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11801..12049</w:t>
      </w:r>
    </w:p>
    <w:p w14:paraId="2DA2980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AFDEB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3003B4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"https://www.ncbi.nlm.nih.gov/protein/UHW40243.1?from=3939&amp;to=4136"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12050..12643</w:t>
      </w:r>
    </w:p>
    <w:p w14:paraId="1AEF8F2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539C0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9951EE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"https://www.ncbi.nlm.nih.gov/protein/UHW40243.1?from=4137&amp;to=4249"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12644..12982</w:t>
      </w:r>
    </w:p>
    <w:p w14:paraId="18CFF2B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9F2C0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169B2D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"https://www.ncbi.nlm.nih.gov/protein/UHW40243.1?from=4250&amp;to=4388"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12983..13399</w:t>
      </w:r>
    </w:p>
    <w:p w14:paraId="4EFE739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A4418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27240F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"https://www.ncbi.nlm.nih.gov/protein/UHW40243.1?from=4389&amp;to=4401"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13400..13438</w:t>
      </w:r>
    </w:p>
    <w:p w14:paraId="34331FA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52B81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86D237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"https://www.ncbi.nlm.nih.gov/nuccore/OM084700.1?from=13434&amp;to=13461"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13434..13461</w:t>
      </w:r>
    </w:p>
    <w:p w14:paraId="5DF5A52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CCBF3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0D0DE8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stem-loop 1"</w:t>
      </w:r>
    </w:p>
    <w:p w14:paraId="77F68FD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"https://www.ncbi.nlm.nih.gov/nuccore/OM084700.1?from=13446&amp;to=13500"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13446..13500</w:t>
      </w:r>
    </w:p>
    <w:p w14:paraId="48F8923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0EAF9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572D24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0F9BDE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"https://www.ncbi.nlm.nih.gov/nuccore/OM084700.1?from=21521&amp;to=25333"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21521..25333</w:t>
      </w:r>
    </w:p>
    <w:p w14:paraId="07F6CB5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1E3979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"https://www.ncbi.nlm.nih.gov/nuccore/OM084700.1?from=21521&amp;to=25333"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21521..25333</w:t>
      </w:r>
    </w:p>
    <w:p w14:paraId="333AFF5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962846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37D88A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1EFE68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"https://www.ncbi.nlm.nih.gov/protein/2172005468"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UHW40244.1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6A9E0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43E6BF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69C06CE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161F683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4DECB3B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CB7F2E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7EEB6A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6BE1EE9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558C2E5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RLFRKSNLKPFERDISTEIYQAGNKPCNGVEGFNCYFPLRSYSFRPTYGVGHQPYRVV</w:t>
      </w:r>
    </w:p>
    <w:p w14:paraId="7DD9AA4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226618E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1D5DE8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4C7035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1D7E4B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726E1E9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0598661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291551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C7A8AA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6425279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06BC0C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0CFDA6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0FB67A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7C4781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73FDEF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"https://www.ncbi.nlm.nih.gov/nuccore/OM084700.1?from=25342&amp;to=26169"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25342..26169</w:t>
      </w:r>
    </w:p>
    <w:p w14:paraId="4858F85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83C7A0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"https://www.ncbi.nlm.nih.gov/nuccore/OM084700.1?from=25342&amp;to=26169"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25342..26169</w:t>
      </w:r>
    </w:p>
    <w:p w14:paraId="63211BA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82EC4B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53D5B4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DE4630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"https://www.ncbi.nlm.nih.gov/protein/2172005469"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UHW40245.1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B6E28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/translation="MDLFMRIFTIGTVTLKQGEIKDATPSDFVRATATIPIQASLPFG</w:t>
      </w:r>
    </w:p>
    <w:p w14:paraId="4C1CFB4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EDFDEE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D7637A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B41DA4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860DDF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"https://www.ncbi.nlm.nih.gov/nuccore/OM084700.1?from=26194&amp;to=26421"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26194..26421</w:t>
      </w:r>
    </w:p>
    <w:p w14:paraId="273041D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15AD1A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"https://www.ncbi.nlm.nih.gov/nuccore/OM084700.1?from=26194&amp;to=26421"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26194..26421</w:t>
      </w:r>
    </w:p>
    <w:p w14:paraId="14292FB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B18164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61ACFB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D9F404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"https://www.ncbi.nlm.nih.gov/protein/2172005470"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UHW40246.1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7122E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C54EC9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104E2D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"https://www.ncbi.nlm.nih.gov/nuccore/OM084700.1?from=26472&amp;to=27140"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26472..27140</w:t>
      </w:r>
    </w:p>
    <w:p w14:paraId="237F8D0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F530CF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"https://www.ncbi.nlm.nih.gov/nuccore/OM084700.1?from=26472&amp;to=27140"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26472..27140</w:t>
      </w:r>
    </w:p>
    <w:p w14:paraId="6025CA2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4CA2E3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B5ABB5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2D27CA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"https://www.ncbi.nlm.nih.gov/protein/2172005471"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UHW40247.1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060B5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42ED99D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0339E6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750B25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DD6235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1B16D73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"https://www.ncbi.nlm.nih.gov/nuccore/OM084700.1?from=27151&amp;to=27336"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27151..27336</w:t>
      </w:r>
    </w:p>
    <w:p w14:paraId="564B105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8BF2F7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"https://www.ncbi.nlm.nih.gov/nuccore/OM084700.1?from=27151&amp;to=27336"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27151..27336</w:t>
      </w:r>
    </w:p>
    <w:p w14:paraId="798C380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34F2C6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F684C6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F48007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"https://www.ncbi.nlm.nih.gov/protein/2172005472"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UHW40248.1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4657B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D9F6E0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84BFF7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"https://www.ncbi.nlm.nih.gov/nuccore/OM084700.1?from=27343&amp;to=27708"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27343..27708</w:t>
      </w:r>
    </w:p>
    <w:p w14:paraId="16956A8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D248A4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"https://www.ncbi.nlm.nih.gov/nuccore/OM084700.1?from=27343&amp;to=27708"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27343..27708</w:t>
      </w:r>
    </w:p>
    <w:p w14:paraId="7DDA437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95C60D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7FBDBC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42AC8D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"https://www.ncbi.nlm.nih.gov/protein/2172005473"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UHW40249.1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68BE3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/translation="MKIILFLALITLATCELYHYQECVRGTTVLLKEPCSSGTYEGNS</w:t>
      </w:r>
    </w:p>
    <w:p w14:paraId="6557494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0A42E0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5874DB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"https://www.ncbi.nlm.nih.gov/nuccore/OM084700.1?from=27705&amp;to=27836"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27705..27836</w:t>
      </w:r>
    </w:p>
    <w:p w14:paraId="02BE1B2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224C30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"https://www.ncbi.nlm.nih.gov/nuccore/OM084700.1?from=27705&amp;to=27836"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27705..27836</w:t>
      </w:r>
    </w:p>
    <w:p w14:paraId="675A697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28CD22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65CB9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F3F97D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"https://www.ncbi.nlm.nih.gov/protein/2172005474"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UHW40250.1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B14AA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D8ACFC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"https://www.ncbi.nlm.nih.gov/nuccore/OM084700.1?from=27843&amp;to=28208"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27843..28208</w:t>
      </w:r>
    </w:p>
    <w:p w14:paraId="5152B61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D20D9F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"https://www.ncbi.nlm.nih.gov/nuccore/OM084700.1?from=27843&amp;to=28208"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27843..28208</w:t>
      </w:r>
    </w:p>
    <w:p w14:paraId="205790E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A5DFD2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2C58CD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FB925D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"https://www.ncbi.nlm.nih.gov/protein/2172005475"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UHW40251.1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ED8E1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0719C5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186A89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5FE888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"https://www.ncbi.nlm.nih.gov/nuccore/OM084700.1?from=28223&amp;to=29473"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28223..29473</w:t>
      </w:r>
    </w:p>
    <w:p w14:paraId="20C8EE5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76BB7F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"https://www.ncbi.nlm.nih.gov/nuccore/OM084700.1?from=28223&amp;to=29473"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28223..29473</w:t>
      </w:r>
    </w:p>
    <w:p w14:paraId="5A7DB2C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3408F0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EBAE5D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3113A9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"https://www.ncbi.nlm.nih.gov/protein/2172005476"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UHW40252.1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01442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6A0D78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379087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2546C6E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7484CB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BB35A4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A9A205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15D69FD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65BDC6F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"https://www.ncbi.nlm.nih.gov/nuccore/OM084700.1?from=29498&amp;to=29614"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29498..29614</w:t>
      </w:r>
    </w:p>
    <w:p w14:paraId="3C874B8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D6A14D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"https://www.ncbi.nlm.nih.gov/nuccore/OM084700.1?from=29498&amp;to=29614"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29498..29614</w:t>
      </w:r>
    </w:p>
    <w:p w14:paraId="59ADA9C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6565FC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A5292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D28077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"https://www.ncbi.nlm.nih.gov/protein/2172005477"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UHW40253.1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B2712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FAD10E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"https://www.ncbi.nlm.nih.gov/nuccore/OM084700.1?from=29549&amp;to=29584"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29549..29584</w:t>
      </w:r>
    </w:p>
    <w:p w14:paraId="3D6F7A2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8AD7E5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2D4791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"https://www.ncbi.nlm.nih.gov/nuccore/OM084700.1?from=29569&amp;to=29597"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29569..29597</w:t>
      </w:r>
    </w:p>
    <w:p w14:paraId="1C373FA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E91B5A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6F25BD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"https://www.ncbi.nlm.nih.gov/nuccore/OM084700.1?from=29668&amp;to=29708" </w:instrTex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863F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29668..29708</w:t>
      </w:r>
    </w:p>
    <w:p w14:paraId="1AB9822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9C3A7A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202969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84700.1"/>
      <w:bookmarkEnd w:id="4"/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accaaccaac tttcgatctc ttgtagatct gttctctaaa cgaactttaa aatctgtgtg</w:t>
      </w:r>
    </w:p>
    <w:p w14:paraId="785712A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gctgtcactc ggctgcatgc ttagtgcact cacgcagtat aattaataac taattactgt</w:t>
      </w:r>
    </w:p>
    <w:p w14:paraId="3F73E35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cgttgacagg acacgagtaa ctcgtctatc ttctgcaggc tgcttacggt ttcgtccgtg</w:t>
      </w:r>
    </w:p>
    <w:p w14:paraId="5BE65E4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ttgcagccga tcatcagcac atctaggttt tgtccgggtg tgaccgaaag gtaagatgga</w:t>
      </w:r>
    </w:p>
    <w:p w14:paraId="2FBC589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gagccttgtc cctggtttca acgagaaaac acacgtccaa ctcagtttgc ctgttttaca</w:t>
      </w:r>
    </w:p>
    <w:p w14:paraId="679F373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ggttcgcgac gtgctcgtac gtggctttgg agactccgtg gaggaggtct tatcagaggc</w:t>
      </w:r>
    </w:p>
    <w:p w14:paraId="62158F0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acgtcaacat cttaaagatg gcacttgtgg cttagtagaa gttgaaaaag gcgttttgcc</w:t>
      </w:r>
    </w:p>
    <w:p w14:paraId="701C977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tcaacttgaa cagccctatg tgttcatcaa acgttcggat gctcgaactg cacctcatgg</w:t>
      </w:r>
    </w:p>
    <w:p w14:paraId="13EAC81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tcatgttatg gttgagctgg tagcagaact cgaaggcatt cagtacggtc gtagtggtga</w:t>
      </w:r>
    </w:p>
    <w:p w14:paraId="310A953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gacacttggt gtccttgtcc ctcatgtggg cgaaatacca gtggcttacc gcaaggttct</w:t>
      </w:r>
    </w:p>
    <w:p w14:paraId="7E0A17D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tcttcgtaag aacggtaata aaggagctgg tggccatagt tacggcgccg atctaaagtc</w:t>
      </w:r>
    </w:p>
    <w:p w14:paraId="6440B4C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atttgactta ggcgacgagc ttggcactga tccttatgaa gattttcaag aaaactggaa</w:t>
      </w:r>
    </w:p>
    <w:p w14:paraId="2163CF8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cactaaacat agcagtggtg ttacccgtga actcatgcgt gagcttaacg gaggggcata</w:t>
      </w:r>
    </w:p>
    <w:p w14:paraId="0D1DE98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cactcgctat gtcgataaca acttctgtgg ccctgatggc taccctcttg agtgcattaa</w:t>
      </w:r>
    </w:p>
    <w:p w14:paraId="4F93C3D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agaccttcta gcacgtgctg gtaaagcttc atgcactttg tccgaacaac tggactttat</w:t>
      </w:r>
    </w:p>
    <w:p w14:paraId="72CC0D7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tgacactaag aggggtgtat actgctgccg tgaacatgag catgaaattg cttggtacac</w:t>
      </w:r>
    </w:p>
    <w:p w14:paraId="192DF86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ggaacgttct gaaaagagct atgaattgca gacacctttt gaaattaaat tggcaaagaa</w:t>
      </w:r>
    </w:p>
    <w:p w14:paraId="139E933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atttgacacc ttcaatgggg aatgtccaaa ttttgtattt cccttaaatt ccataatcaa</w:t>
      </w:r>
    </w:p>
    <w:p w14:paraId="4582164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gactattcaa ccaagggttg aaaagaaaaa gcttgatggc tttatgggta gaattcgatc</w:t>
      </w:r>
    </w:p>
    <w:p w14:paraId="2A9E245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tgtctatcca gttgcgtcac caaatgaatg caaccaaatg tgcctttcaa ctctcatgaa</w:t>
      </w:r>
    </w:p>
    <w:p w14:paraId="0FE6244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gtgtgatcat tgtggtgaaa cttcatggca gacgggcgat tttgttaaag ccacttgcga</w:t>
      </w:r>
    </w:p>
    <w:p w14:paraId="0B0ABAD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attttgtggc actgagaatt tgactaaaga aggtgccact acttgtggtt acttacccca</w:t>
      </w:r>
    </w:p>
    <w:p w14:paraId="35AEBE6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aaatgctgtt gttaaaattt attgtccagc atgtcacaat tcagaagtag gacctgagca</w:t>
      </w:r>
    </w:p>
    <w:p w14:paraId="0BCAFEF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tagtcttgcc gaataccata atgaatctgg cttgaaaacc attcttcgta agggtggtcg</w:t>
      </w:r>
    </w:p>
    <w:p w14:paraId="05A2F34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cactattgcc tttggaggct gtgtgttctc ttatgttggt tgccataaca agtgtgccta</w:t>
      </w:r>
    </w:p>
    <w:p w14:paraId="575C16E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ttgggttcca cgtgctagcg ctaacatagg ttgtaaccat acaggtgttg ttggagaagg</w:t>
      </w:r>
    </w:p>
    <w:p w14:paraId="02E77E8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ttccgaaggt cttaatgaca accttcttga aatactccaa aaagagaaag tcaacatcaa</w:t>
      </w:r>
    </w:p>
    <w:p w14:paraId="05EDB60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tattgttggt gactttaaac ttaatgaaga gatcgccatt attttggcat ctttttctgc</w:t>
      </w:r>
    </w:p>
    <w:p w14:paraId="0B6CA16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ttccacaagt gcttttgtgg aaactgtgaa aggtttggat tataaagcat tcaaacaaat</w:t>
      </w:r>
    </w:p>
    <w:p w14:paraId="6178D71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tgttgaatcc tgtggtaatt ttaaagttac aaaaggaaaa gctaaaaaag gtgcctggaa</w:t>
      </w:r>
    </w:p>
    <w:p w14:paraId="73E10A9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tattggtgaa cagaaatcaa tactgagtcc tctttatgca tttgcatcag aggctgctcg</w:t>
      </w:r>
    </w:p>
    <w:p w14:paraId="1B5F34D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1861 tgttgtacga tcaattttct cccgcactct tgaaactgct caaaattctg tgcgtgtttt</w:t>
      </w:r>
    </w:p>
    <w:p w14:paraId="2E7BFA8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acagaaggcc gctataacaa tactagatgg aatttcacag tattcactga gactcattga</w:t>
      </w:r>
    </w:p>
    <w:p w14:paraId="654794C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tgctatgatg ttcacatctg atttggctac taacaatcta gttgtaatgg cctacattac</w:t>
      </w:r>
    </w:p>
    <w:p w14:paraId="0623F19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aggtggtgtt gttcagttga cttcgcagtg gctaactaac atctttggca ctgtttatga</w:t>
      </w:r>
    </w:p>
    <w:p w14:paraId="2BF8BA8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aaaactcaaa cccgtccttg attggcttga agagaagttt aaggaaggtg tagagtttct</w:t>
      </w:r>
    </w:p>
    <w:p w14:paraId="001974A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tagagacggt tgggaaattg ttaaatttat ctcaacctgt gcttgtgaaa ttgtcggtgg</w:t>
      </w:r>
    </w:p>
    <w:p w14:paraId="6B9C5AA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acaaattgtc acctgtgcaa aggaaattaa ggagagtgtt cagacattct ttaagcttgt</w:t>
      </w:r>
    </w:p>
    <w:p w14:paraId="684E461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aaataaattt ttggctttgt gtgctgactc tatcattatt ggtggagcta aacttaaagc</w:t>
      </w:r>
    </w:p>
    <w:p w14:paraId="1DE3688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cttgaattta ggtgaaacat ttgtcacgca ctcaaaggga ttgtacagaa agtgtgttaa</w:t>
      </w:r>
    </w:p>
    <w:p w14:paraId="382DAEC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atccagagaa gaaactggcc tactcatgcc tctaaaagcc ccaaaagaaa ttatcttctt</w:t>
      </w:r>
    </w:p>
    <w:p w14:paraId="4B97CB4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agagggagaa acacttccca cagaagtgtt aacagaggaa gttgtcttga aaactggtga</w:t>
      </w:r>
    </w:p>
    <w:p w14:paraId="195F719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tttacaacca ttagaacaac ctactagtga agctgttgaa gctccattgg ttggtacacc</w:t>
      </w:r>
    </w:p>
    <w:p w14:paraId="7D946F4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agtttgtatt aacgggctta tgttgctcga aatcaaagac acagaaaagt actgtgccct</w:t>
      </w:r>
    </w:p>
    <w:p w14:paraId="427F2D4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tgcacctaat atgatggtaa caaacaatac cttcacactc aaaggcggtg caccaacaaa</w:t>
      </w:r>
    </w:p>
    <w:p w14:paraId="23F8AEC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ggttactttt ggtgatgaca ctgtgataga agtgcaaggt tacaagagtg tgaatatcac</w:t>
      </w:r>
    </w:p>
    <w:p w14:paraId="16559B5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ttttgaactt gatgaaagga ttgataaagt acttaatgag aggtgctctg cctatacagt</w:t>
      </w:r>
    </w:p>
    <w:p w14:paraId="6D349E3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tgaactcggt acagaagtaa atgagttcgc ctgtgttgtg gcagatgctg ttataaaaac</w:t>
      </w:r>
    </w:p>
    <w:p w14:paraId="16A750E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tttgcaacca gtatctgaat tacttacacc actgggcatt gatttagatg agtggagtat</w:t>
      </w:r>
    </w:p>
    <w:p w14:paraId="2BD726A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ggctacatac tacttatttg atgagtctgg tgagtttaaa ttggcttcac atatgtattg</w:t>
      </w:r>
    </w:p>
    <w:p w14:paraId="77F296C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ttctttttac cctccagatg aggatgaaga agaaggtgat tgtgaagaag aagagtttga</w:t>
      </w:r>
    </w:p>
    <w:p w14:paraId="308E4BE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gccatcaact caatatgagt atggtactga agatgattac caaggtaaac ctttggaatt</w:t>
      </w:r>
    </w:p>
    <w:p w14:paraId="5E026BA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tggtgccact tctgctgctc ttcaacctga agaagagcaa gaagaagatt ggttagatga</w:t>
      </w:r>
    </w:p>
    <w:p w14:paraId="1DE9C3B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tgatagtcaa caaactgttg gtcaacaaga cggcagtgag gacaatcaga caactactat</w:t>
      </w:r>
    </w:p>
    <w:p w14:paraId="2C06CEC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tcaaacaatt gttgaggttc aacctcaatt agagatggaa cttacaccag ttgttcagac</w:t>
      </w:r>
    </w:p>
    <w:p w14:paraId="1C36723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tattgaagtg aatagtttta gtggttattt aaaacttact gacaatgtat acattaaaaa</w:t>
      </w:r>
    </w:p>
    <w:p w14:paraId="6FC8995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tgcagacatt gtggaagaag ctaaaaaggt aaaaccaaca gtggttgtta atgcagccaa</w:t>
      </w:r>
    </w:p>
    <w:p w14:paraId="7DAFBE5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tgtttacctt aaacatggag gaggtgttgc aggagcctta aataaggcta ctaacaatgc</w:t>
      </w:r>
    </w:p>
    <w:p w14:paraId="5A26666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catgcaagtt gaatctgatg attacatagc tactaatgga ccacttaaag tgggtggtag</w:t>
      </w:r>
    </w:p>
    <w:p w14:paraId="0E34347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ttgtgtttta agcggacaca atcttgctaa acactgtctt catgttgtcg gcccaaatgt</w:t>
      </w:r>
    </w:p>
    <w:p w14:paraId="03CCD2E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taacaaaggt gaagacattc aacttcttaa gagtgcttat gaaaatttta atcagcacga</w:t>
      </w:r>
    </w:p>
    <w:p w14:paraId="63C2D6E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agttctactt gcaccattat tatcagctgg tatttttggt gctgacccta tacattcttt</w:t>
      </w:r>
    </w:p>
    <w:p w14:paraId="44BC567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aagagtttgt gtagatactg ttcgcacaaa tgtctactta gctgtctttg ataaaaatct</w:t>
      </w:r>
    </w:p>
    <w:p w14:paraId="084D92D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ctatgacaaa cttgtttcaa gctttttgga aatgaagagt gaaaagcaag ttgaacaaaa</w:t>
      </w:r>
    </w:p>
    <w:p w14:paraId="2307B8E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gatcgctgag attcctaaag aggaagttaa gccatttata actgaaagta aaccttcagt</w:t>
      </w:r>
    </w:p>
    <w:p w14:paraId="7A4DF5A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tgaacagaga aaacaagatg ataagaaaat caaagcttgt gttgaagaag ttacaacaac</w:t>
      </w:r>
    </w:p>
    <w:p w14:paraId="1BD5B8D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tctggaagaa actaagttcc tcacagaaaa cttgttactt tatattgaca ttaatggcaa</w:t>
      </w:r>
    </w:p>
    <w:p w14:paraId="7120301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tcttcatcca gattctgcca ctcttgttag tgacattgac atcactttct taaagaaaga</w:t>
      </w:r>
    </w:p>
    <w:p w14:paraId="7AE2FB5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tgctccatat atagtgggtg atgttgttca agagggtgtt ttaactgctg tggttatacc</w:t>
      </w:r>
    </w:p>
    <w:p w14:paraId="70D0152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tactaaaaag gctggtggca ctactgaaat gctagcgaaa gctttgagaa aagtgccaac</w:t>
      </w:r>
    </w:p>
    <w:p w14:paraId="79C9A64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agacaattat ataaccactt acccgggtca gggtttaaat ggttacactg tagaggaggc</w:t>
      </w:r>
    </w:p>
    <w:p w14:paraId="47FCFBE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aaagacagtg cttaaaaagt gtaaaagtgc cttttacatt ctaccatcta ttatctctaa</w:t>
      </w:r>
    </w:p>
    <w:p w14:paraId="4F58045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tgagaagcaa gaaattcttg gaactgtttc ttggaatttg cgagaaatgc ttgcacatgc</w:t>
      </w:r>
    </w:p>
    <w:p w14:paraId="7EAA4A8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4381 agaagaaaca cgcaaattaa tgcctgtctg tgtggaaact aaagccatag tttcaactat</w:t>
      </w:r>
    </w:p>
    <w:p w14:paraId="65F9F23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acagcgtaaa tataagggta ttaaaataca agagggtgtg gttgattatg gtgctagatt</w:t>
      </w:r>
    </w:p>
    <w:p w14:paraId="40CED5D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ttacttttac accagtaaaa caactgtagc gtcacttatc aacacactta acgatctaaa</w:t>
      </w:r>
    </w:p>
    <w:p w14:paraId="59EF78F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tgaaactctt gttacaatgc cacttggcta tgtaacacat ggcttaaatt tggaagaagc</w:t>
      </w:r>
    </w:p>
    <w:p w14:paraId="53009B5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tgctcggtat atgagatctc tcaaagtgcc agctacagtt tctgtttctt cacctgatgc</w:t>
      </w:r>
    </w:p>
    <w:p w14:paraId="5953F28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tgttacagcg tataatggtt atcttacttc ttcttctaaa acacctgaag aacattttat</w:t>
      </w:r>
    </w:p>
    <w:p w14:paraId="048C1F6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tgaaaccatc tcacttgctg gttcctataa agattggtcc tattctggac aatctacaca</w:t>
      </w:r>
    </w:p>
    <w:p w14:paraId="0E9D7DA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actaggtata gaatttctta agagaggtga taaaagtgta tattacacta gtaatcctac</w:t>
      </w:r>
    </w:p>
    <w:p w14:paraId="4AEA0AD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cacattccac ctagatggtg aagttatcac ctttgacaat cttaagacac ttctttcttt</w:t>
      </w:r>
    </w:p>
    <w:p w14:paraId="0FAFBE0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gagagaagtg aggactatta aggtgtttac aacagtagac aacattaacc tccacacgca</w:t>
      </w:r>
    </w:p>
    <w:p w14:paraId="6419715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agttgtggac atgtcaatga catatggaca acagtttggt ccaacttatt tggatggagc</w:t>
      </w:r>
    </w:p>
    <w:p w14:paraId="3F1E51A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tgatgttact aaaataaaac ctcataattc acatgaaggt aaaacatttt atgttttacc</w:t>
      </w:r>
    </w:p>
    <w:p w14:paraId="092E4F5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taatgatgac actctacgtg ttgaggcttt tgagtactac cacacaactg atcctagttt</w:t>
      </w:r>
    </w:p>
    <w:p w14:paraId="50A6FC9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tctgggtagg tacatgtcag cattaaatca cactaaaaag tggaaatacc cacaagttaa</w:t>
      </w:r>
    </w:p>
    <w:p w14:paraId="313454D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tggtttaact tctattaaat gggcagataa caactgttat cttgccactg cattgttaac</w:t>
      </w:r>
    </w:p>
    <w:p w14:paraId="3FA69F5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actccaacaa atagagttga agtttaatcc acctgctcta caagatgctt attacagagc</w:t>
      </w:r>
    </w:p>
    <w:p w14:paraId="763C403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aagggctggt gaagcggcta acttttgtgc acttatctta gcctactgta ataagacagt</w:t>
      </w:r>
    </w:p>
    <w:p w14:paraId="0077ABB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aggtgagtta ggtgatgtta gagaaacaat gagttacttg tttcaacatg ccaatttaga</w:t>
      </w:r>
    </w:p>
    <w:p w14:paraId="0A032E2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ttcttgcaaa agagtcttga acgtggtgtg taaaacttgt ggacaacagc agacaaccct</w:t>
      </w:r>
    </w:p>
    <w:p w14:paraId="370F2BA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taagggtgta gaagctgtta tgtacatggg cacactttct tatgaacaat ttaagaaagg</w:t>
      </w:r>
    </w:p>
    <w:p w14:paraId="5C0A403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tgttcagata ccttgtacgt gtggtaaaca agctacaaaa tatctagtac aacaggagtc</w:t>
      </w:r>
    </w:p>
    <w:p w14:paraId="104EED2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accttttgtt atgatgtcag caccacctgc tcagtatgaa cttaagcatg gtacatttac</w:t>
      </w:r>
    </w:p>
    <w:p w14:paraId="3EECC33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ttgtgctagt gagtacactg gtaattacca gtgtggtcac tataaacata taacttctaa</w:t>
      </w:r>
    </w:p>
    <w:p w14:paraId="1C09EAD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agaaactttg tattgcatag acggtgcttt acttacaaag tcctcagaat acaaaggtcc</w:t>
      </w:r>
    </w:p>
    <w:p w14:paraId="438366D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tattacggat gttttctaca aagaaaacag ttacacaaca accataaaac cagttactta</w:t>
      </w:r>
    </w:p>
    <w:p w14:paraId="230C2D8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taaattggat ggtgttgttt gtacagaaat tgaccctaag ttggacaatt attataagaa</w:t>
      </w:r>
    </w:p>
    <w:p w14:paraId="253C5AF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agacaattct tatttcacag agcaaccaat tgatcttgta ccaaaccaac catatccaaa</w:t>
      </w:r>
    </w:p>
    <w:p w14:paraId="177A2F9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cgcaagcttc gataatttta agtttgtatg tgataatatc aaatttgctg atgatttaaa</w:t>
      </w:r>
    </w:p>
    <w:p w14:paraId="45806B6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ccagttaact ggttataaga aacctgcttc aagagagctt aaagttacat ttttccctga</w:t>
      </w:r>
    </w:p>
    <w:p w14:paraId="6AA4329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cttaaatggt gatgtggtgg ctattgatta taaacactac acaccctctt ttaagaaagg</w:t>
      </w:r>
    </w:p>
    <w:p w14:paraId="3834C5B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agctaaattg ttacataaac ctattgtttg gcatgttaac aatgcaacta ataaagccac</w:t>
      </w:r>
    </w:p>
    <w:p w14:paraId="5B91933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gtataaacca aatacctggt gtatacgttg tctttggagc acaaaaccag ttgaaacatc</w:t>
      </w:r>
    </w:p>
    <w:p w14:paraId="7AC94C0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aaattcgttt gatgtactga agtcagagga cgcgcaggga atggataatc ttgcctgcga</w:t>
      </w:r>
    </w:p>
    <w:p w14:paraId="177627A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agatctaaaa ccagtctctg aagaagtagt ggaaaatcct accatacaga aagacgttct</w:t>
      </w:r>
    </w:p>
    <w:p w14:paraId="2ADBB7E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tgagtgtaat gtgaaaacta ccgaagttgt aggagacatt atacttaaac cagcaaataa</w:t>
      </w:r>
    </w:p>
    <w:p w14:paraId="4A2A5C3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tataaaaatt acagaagagg ttggccacac agatctaatg gctgcttatg tagacaattc</w:t>
      </w:r>
    </w:p>
    <w:p w14:paraId="5620F1F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tagtcttact attaagaaac ctaatgaatt atctagagta ttaggtttga aaacccttgc</w:t>
      </w:r>
    </w:p>
    <w:p w14:paraId="48EF62D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tactcatggt ttagctgctg ttaatagtgt cccttgggat actatagcta attatgctaa</w:t>
      </w:r>
    </w:p>
    <w:p w14:paraId="22B0220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gccttttctt aacaaagttg ttagtacaac tactaacata gttacacggt gtttaaaccg</w:t>
      </w:r>
    </w:p>
    <w:p w14:paraId="5A1668C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tgtttgtact aattatatgc cttatttctt tactttattg ctacaattgt gtacttttac</w:t>
      </w:r>
    </w:p>
    <w:p w14:paraId="28BE1B9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tagaagtaca aattctagaa ttaaagcatc tatgccgact actatagcaa agaatactgt</w:t>
      </w:r>
    </w:p>
    <w:p w14:paraId="203466E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taagagtgtc ggtaaatttt gtctagaggc ttcatttaat tatttgaagt cacctaattt</w:t>
      </w:r>
    </w:p>
    <w:p w14:paraId="155BEAC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6901 ttctaaactg ataaatatta taatttggtt tttactatta agtgtttgcc taggttcttt</w:t>
      </w:r>
    </w:p>
    <w:p w14:paraId="024BC09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aatctactca accgctgctt taggtgtttt aatgtctaat ttaggcatgc cttcttactg</w:t>
      </w:r>
    </w:p>
    <w:p w14:paraId="2F28664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tactggttac agagaaggct atttgaactc tactaatgtc actattgcaa cctactgtac</w:t>
      </w:r>
    </w:p>
    <w:p w14:paraId="3BE9851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tggttctata ccttgtagtg tttgtcttag tggtttagat tctttagaca cctatccttc</w:t>
      </w:r>
    </w:p>
    <w:p w14:paraId="08A2E00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tttagaaact atacaaatta ccatttcatc ttttaaatgg gatttaactg cttttggctt</w:t>
      </w:r>
    </w:p>
    <w:p w14:paraId="6B783F6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agttgcagag tggtttttgg catatattct tttcactagg tttttctatg tacttggatt</w:t>
      </w:r>
    </w:p>
    <w:p w14:paraId="7F24753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ggctgcaatc atgcaattgt ttttcagcta ttttgcagta cattttatta gtaattcttg</w:t>
      </w:r>
    </w:p>
    <w:p w14:paraId="34B14D9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gcttatgtgg ttaataatta atcttgtaca aatggccccg atttcagcta tggttagaat</w:t>
      </w:r>
    </w:p>
    <w:p w14:paraId="10FA83E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gtacatcttc tttgcatcat tttattatgt atggaaaagt tatgtgcatg ttgtagacgg</w:t>
      </w:r>
    </w:p>
    <w:p w14:paraId="75A2296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ttgtaattca tcaacttgta tgatgtgtta caaacgtaat agagcaacaa gagtcgaatg</w:t>
      </w:r>
    </w:p>
    <w:p w14:paraId="691B260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tacaactatt gttaatggtg ttagaaggtc cttttatgtc tatgctaatg gaggtaaagg</w:t>
      </w:r>
    </w:p>
    <w:p w14:paraId="518E39F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cttttgcaaa ctacacaatt ggaattgtgt taattgtgat acattctgtg ctggtagtac</w:t>
      </w:r>
    </w:p>
    <w:p w14:paraId="5851F89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atttattagt gatgaagttg cgagagactt gtcactacag tttaaaagac caataaatcc</w:t>
      </w:r>
    </w:p>
    <w:p w14:paraId="5BBAA67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tactgaccag tcttcttaca tcgttgatag tgttacagtg aagaatggtt ccatccatct</w:t>
      </w:r>
    </w:p>
    <w:p w14:paraId="2291663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ttactttgat aaagctggtc aaaagactta tgaaagacat tctctctctc attttgttaa</w:t>
      </w:r>
    </w:p>
    <w:p w14:paraId="3F0A57C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cttagacaac ctgagagcta ataacactaa aggttcattg cctattaatg ttatagtttt</w:t>
      </w:r>
    </w:p>
    <w:p w14:paraId="0AD5DE9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tgatggtaaa tcaaaatgtg aagaatcatc tgcaaaatca gcgtctgttt actacagtca</w:t>
      </w:r>
    </w:p>
    <w:p w14:paraId="49C9C96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gcttatgtgt caacctatac tgttactaga tcaggcatta gtgtctgatg ttggtgatag</w:t>
      </w:r>
    </w:p>
    <w:p w14:paraId="5D417B1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tgcggaagtt gcagttaaaa tgtttgatgc ttacgttaat acgttttcat caacttttaa</w:t>
      </w:r>
    </w:p>
    <w:p w14:paraId="341C246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cgtaccaatg gaaaaactca aaacactagt tgcaactgca gaagctgaac ttgcaaagaa</w:t>
      </w:r>
    </w:p>
    <w:p w14:paraId="36AD77B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tgtgtcctta gacaatgtct tatctacttt tatttcagca gctcggcaag ggtttgttga</w:t>
      </w:r>
    </w:p>
    <w:p w14:paraId="37D630F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ttcagatgta gaaactaaag atgttgttga atgtcttaaa ttgtcacatc aatctgacat</w:t>
      </w:r>
    </w:p>
    <w:p w14:paraId="2F22831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agaagttact ggcgatagtt gtaataacta tatgctcacc tataacaaag ttgaaaacat</w:t>
      </w:r>
    </w:p>
    <w:p w14:paraId="5A0C357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gacaccccgt gaccttggtg cttgtattga ctgtagtgcg cgtcatatta atgcgcaggt</w:t>
      </w:r>
    </w:p>
    <w:p w14:paraId="216BF8D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agcaaaaagt cacaacatta ctttgatatg gaacgttaaa gatttcatgt cattgtctga</w:t>
      </w:r>
    </w:p>
    <w:p w14:paraId="4636051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acaactacga aaacaaatac gtagtgctgc taaaaagaat aacttacctt ttaagttgac</w:t>
      </w:r>
    </w:p>
    <w:p w14:paraId="216DBA3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atgtgcaact actagacaag ttgttaatgt tgtaacaaca aagatagcac ttaagggtgg</w:t>
      </w:r>
    </w:p>
    <w:p w14:paraId="098DA3A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taaaattgtt aataattggt tgaagcagtt aattaaagtt acacttgtgt tcctttttgt</w:t>
      </w:r>
    </w:p>
    <w:p w14:paraId="19CCF99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tgctgctatt ttctatttaa taacacctgt tcatgtcatg tctaaacata ctgacttttc</w:t>
      </w:r>
    </w:p>
    <w:p w14:paraId="678F01B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aagtgaaatc ataggataca aggctattga tggtggtgtc actcgtgaca tagcatctac</w:t>
      </w:r>
    </w:p>
    <w:p w14:paraId="7441EC1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agatacttgt tttgctaaca aacatgctga ttttgacaca tggtttagcc agcgtggtgg</w:t>
      </w:r>
    </w:p>
    <w:p w14:paraId="200A74E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tagttatact aatgacaaag cttgcccatt gattgctgca gtcataacaa gagaagtggg</w:t>
      </w:r>
    </w:p>
    <w:p w14:paraId="4C32F62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ttttgtcgtg cctggtttgc ctggcacgat attacgcaca actaatggtg actttttgca</w:t>
      </w:r>
    </w:p>
    <w:p w14:paraId="5A1A90F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tttcttacct agagttttta gtgcagttgg taacatctgt tacacaccat caaaacttat</w:t>
      </w:r>
    </w:p>
    <w:p w14:paraId="4837EFD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agagtacact gactttgcaa catcagcttg tgttttggct gctgaatgta caatttttaa</w:t>
      </w:r>
    </w:p>
    <w:p w14:paraId="24F8764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agatgcttct ggtaagccag taccatattg ttatgatacc aatgtactag aaggttctgt</w:t>
      </w:r>
    </w:p>
    <w:p w14:paraId="6ADE489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tgcttatgaa agtttacgcc ctgacacacg ttatgtgctc atggatggct ctattattca</w:t>
      </w:r>
    </w:p>
    <w:p w14:paraId="6C94085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atttcctaac acctaccttg aaggttctgt tagagtggta acaacttttg attctgagta</w:t>
      </w:r>
    </w:p>
    <w:p w14:paraId="061208D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ctgtaggcac ggcacttgtg aaagatcaga agctggtgtt tgtgtatcta ctagtggtag</w:t>
      </w:r>
    </w:p>
    <w:p w14:paraId="7CEA025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atgggtactt aacaatgatt attacagatc tttaccagga gttttctgtg gtgtagatgc</w:t>
      </w:r>
    </w:p>
    <w:p w14:paraId="38687C1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tgtaaattta cttactaata tgtttacacc actaattcaa cctattggtg ctttggacat</w:t>
      </w:r>
    </w:p>
    <w:p w14:paraId="1B6DC9C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atcagcatct atagtagctg gtggtattgt agctatcgta gtaacatgcc ttgcctacta</w:t>
      </w:r>
    </w:p>
    <w:p w14:paraId="5DE303C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9421 ttttatgagg tttagaagag cttttggtga atacagtcat gtagttgcct ttaatacttt</w:t>
      </w:r>
    </w:p>
    <w:p w14:paraId="6914C86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actattcctt atgtcattca ctgtactctg tttaacacca gtttactcat tcttacctgg</w:t>
      </w:r>
    </w:p>
    <w:p w14:paraId="5D57F7F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tgtttattct gttatttact tgtacttgac attttatctt actaatgatg tttctttttt</w:t>
      </w:r>
    </w:p>
    <w:p w14:paraId="12D0D0E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agcacatatt cagtggatgg ttatgttcac acctttagta cctttctgga taacaattgc</w:t>
      </w:r>
    </w:p>
    <w:p w14:paraId="6FEB897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ttatatcatt tgtatttcca caaagcattt ctattggttc tttagtaatt acctaaagag</w:t>
      </w:r>
    </w:p>
    <w:p w14:paraId="3A052F4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acgtgtagtc tttaatggtg tttcctttag tacttttgaa gaagctgcgc tgtgcacctt</w:t>
      </w:r>
    </w:p>
    <w:p w14:paraId="73F3DF0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tttgttaaat aaagaaatgt atctaaagtt gcgtagtgat gtgctattac ctcttacgca</w:t>
      </w:r>
    </w:p>
    <w:p w14:paraId="6DBF213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atataataga tacttagctc tttataataa gtacaagtat tttagtggag caatggatac</w:t>
      </w:r>
    </w:p>
    <w:p w14:paraId="586B5FB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aactagctac agagaagctg cttgttgtca tctcgcaaag gctctcaatg acttcagtaa</w:t>
      </w:r>
    </w:p>
    <w:p w14:paraId="2A4352E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ctcaggttct gatgttcttt accaaccacc acaaatctct atcacctcag ctgttttgca</w:t>
      </w:r>
    </w:p>
    <w:p w14:paraId="73D16CC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gagtggtttt agaaaaatgg cattcccatc tggtaaagtt gagggttgta tggtacaagt</w:t>
      </w:r>
    </w:p>
    <w:p w14:paraId="44479D0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aacttgtggt acaactacac ttaacggtct ttggcttgat gacgtagttt actgtccaag</w:t>
      </w:r>
    </w:p>
    <w:p w14:paraId="0A5F39E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acatgtgatc tgcacctctg aagacatgct taaccctaat tatgaagatt tactcattcg</w:t>
      </w:r>
    </w:p>
    <w:p w14:paraId="023D4D8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taagtctaat cataatttct tggtacaggc tggtaatgtt caactcaggg ttattggaca</w:t>
      </w:r>
    </w:p>
    <w:p w14:paraId="04D307A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ttctatgcaa aattgtgtac ttaagcttaa ggttgataca gccaatccta agacacctaa</w:t>
      </w:r>
    </w:p>
    <w:p w14:paraId="2ED8AD6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gtataagttt gttcgcattc aaccaggaca gactttttca gtgttagctt gttacaatgg</w:t>
      </w:r>
    </w:p>
    <w:p w14:paraId="4981AAF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ttcaccatct ggtgtttacc aatgtgctat gaggcacaat ttcactatta agggttcatt</w:t>
      </w:r>
    </w:p>
    <w:p w14:paraId="0E89A7A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ccttaatggt tcatgtggta gtgttggttt taacatagat tatgactgtg tctctttttg</w:t>
      </w:r>
    </w:p>
    <w:p w14:paraId="51F19DD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ttacatgcac catatggaat taccaactgg agttcatgct ggcacagact tagaaggtaa</w:t>
      </w:r>
    </w:p>
    <w:p w14:paraId="3D420C3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cttttatgga ccttttgttg acaggcaaac agcacaagca gctggtacgg acacaactat</w:t>
      </w:r>
    </w:p>
    <w:p w14:paraId="29DB672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tacagttaat gttttagctt ggttgtacgc tgctgttata aatggagaca ggtggtttct</w:t>
      </w:r>
    </w:p>
    <w:p w14:paraId="611146D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caatcgattt accacaactc ttaatgactt taaccttgtg gctatgaagt acaattatga</w:t>
      </w:r>
    </w:p>
    <w:p w14:paraId="6ED69F3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acctctaaca caagaccatg ttgacatact aggacctctt tctgctcaaa ctggaattgc</w:t>
      </w:r>
    </w:p>
    <w:p w14:paraId="3AA79C6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cgttttagat atgtgtgctt cattaaaaga attactgcaa aatggtatga atggacgtac</w:t>
      </w:r>
    </w:p>
    <w:p w14:paraId="4B292DD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catattgggt agtgctttat tagaagatga atttacacct tttgatgttg ttagacaatg</w:t>
      </w:r>
    </w:p>
    <w:p w14:paraId="05D11B1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ctcaggtgtt actttccaaa gtgcagtgaa aagaacaatc aagggtacac accactggtt</w:t>
      </w:r>
    </w:p>
    <w:p w14:paraId="4209878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gttactcaca attttgactt cacttttagt tttagtccag agtactcaat ggtctttgtt</w:t>
      </w:r>
    </w:p>
    <w:p w14:paraId="02A1A3D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cttttttttg tatgaaaatg cctttttacc ttttgctatg ggtattattg ctatgtctgc</w:t>
      </w:r>
    </w:p>
    <w:p w14:paraId="0E16EF0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ttttgcaatg atgtttgtca aacataagca tgcatttctc tgtttgtttt tgttaccttc</w:t>
      </w:r>
    </w:p>
    <w:p w14:paraId="20DCD8C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tcttgccact gtagcttatt ttaatatggt ctatatgcct gctagttggg tgatgcgtat</w:t>
      </w:r>
    </w:p>
    <w:p w14:paraId="5375371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tatgacatgg ttggatatgg ttgatactag ttttaagcta aaagactgtg ttatgtatgc</w:t>
      </w:r>
    </w:p>
    <w:p w14:paraId="52CF3D4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atcagctgta gtgttactaa tccttatgac agcaagaact gtgtatgatg atggtgctag</w:t>
      </w:r>
    </w:p>
    <w:p w14:paraId="736FABE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gagagtgtgg acacttatga atgtcttgac actcgtttat aaagtttatt atggtaatgc</w:t>
      </w:r>
    </w:p>
    <w:p w14:paraId="1E22C39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tttagatcaa gccatttcca tgtgggctct tataatctct gttacttcta actactcagg</w:t>
      </w:r>
    </w:p>
    <w:p w14:paraId="36B554E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tgtagttaca actgtcatgt ttttggccag aggtgttgtt tttatgtgtg ttgagtattg</w:t>
      </w:r>
    </w:p>
    <w:p w14:paraId="65865FA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ccctattttc ttcataactg gtaatacact tcagtgtata atgctagttt attgtttctt</w:t>
      </w:r>
    </w:p>
    <w:p w14:paraId="6F11808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aggctatttt tgtacttgtt actttggcct cttttgttta ctcaaccgct actttagact</w:t>
      </w:r>
    </w:p>
    <w:p w14:paraId="0D7CD7F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gactcttggt gtttatgatt acttagtttc tacacaggag tttagatata tgaattcaca</w:t>
      </w:r>
    </w:p>
    <w:p w14:paraId="0975202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gggactactc ccacccaaga atagcataga tgccttcaaa ctcaacatta aattgttggg</w:t>
      </w:r>
    </w:p>
    <w:p w14:paraId="6D60403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tgttggtggc aaaccttgta tcaaagtagc cactgtacag tctaaaatgt cagatgtaaa</w:t>
      </w:r>
    </w:p>
    <w:p w14:paraId="208BED4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gtgcacatca gtagtcttac tctcagtttt gcaacaactc agagtagaat catcatctaa</w:t>
      </w:r>
    </w:p>
    <w:p w14:paraId="331A5CF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attgtgggct caatgtgtcc agttacacaa tgacattctc ttagctaaag atactactga</w:t>
      </w:r>
    </w:p>
    <w:p w14:paraId="156C3A1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11941 agcctttgaa aaaatggttt cactactttc tgttttgctt tccatgcagg gtgctgtaga</w:t>
      </w:r>
    </w:p>
    <w:p w14:paraId="73FDEC4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cataaacaag ctttgtgaag aaatgctgga caacagggca accttacaag ctatagcctc</w:t>
      </w:r>
    </w:p>
    <w:p w14:paraId="6F5D80A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agagtttagt tcccttccat catatgcagc ttttgctact gctcaagaag cttatgagca</w:t>
      </w:r>
    </w:p>
    <w:p w14:paraId="711CACF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ggctgttgct aatggtgatt ctgaagttgt tcttaaaaag ttgaagaagt ctttgaatgt</w:t>
      </w:r>
    </w:p>
    <w:p w14:paraId="7424E2D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ggctaaatct gaatttgacc gtgatgcagc catgcaacgt aagttggaaa agatggctga</w:t>
      </w:r>
    </w:p>
    <w:p w14:paraId="461F1AD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tcaagctatg acccaaatgt ataaacaggc tagatctgag gacaagaggg caaaagttac</w:t>
      </w:r>
    </w:p>
    <w:p w14:paraId="3256522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tagtgctatg cagacaatgc ttttcactat gcttagaaag ttggataatg atgcactcaa</w:t>
      </w:r>
    </w:p>
    <w:p w14:paraId="349A48A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caacattatc aacaatgcaa gagatggttg tgttcccttg aacataatac ctcttacaac</w:t>
      </w:r>
    </w:p>
    <w:p w14:paraId="1DE322F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agcagccaaa ctaatggttg tcataccaga ctataacaca tataaaaata cgtgtgatgg</w:t>
      </w:r>
    </w:p>
    <w:p w14:paraId="2DC20D5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tacaacattt acttatgcat cagcattgtg ggaaatccaa caggttgtag atgcagatag</w:t>
      </w:r>
    </w:p>
    <w:p w14:paraId="08869CB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taaaattgtt caacttagtg aaattagtat ggacaattca cctaatttag catggcctct</w:t>
      </w:r>
    </w:p>
    <w:p w14:paraId="2F38129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tattgtaaca gctttaaggg ccaattctgc tgtcaaatta cagaataatg agcttagtcc</w:t>
      </w:r>
    </w:p>
    <w:p w14:paraId="152D33F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tgttgcacta cgacagatgt cttgtgctgc cggtactaca caaactgctt gcactgatga</w:t>
      </w:r>
    </w:p>
    <w:p w14:paraId="022E9AA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caatgcgtta gcttactaca acacaacaaa gggaggtagg tttgtacttg cactgttatc</w:t>
      </w:r>
    </w:p>
    <w:p w14:paraId="50EF433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cgatttacag gatttgaaat gggctagatt ccctaagagt gatggaactg gtactatcta</w:t>
      </w:r>
    </w:p>
    <w:p w14:paraId="05F38E2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tacagaactg gaaccacctt gtaggtttgt tacagacaca cctaaaggtc ctaaagtgaa</w:t>
      </w:r>
    </w:p>
    <w:p w14:paraId="6BA206F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gtatttatac tttattaaag gattaaacaa cctaaataga ggtatggtac ttggtagttt</w:t>
      </w:r>
    </w:p>
    <w:p w14:paraId="41F35CB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agctgccaca gtacgtctac aagctggtaa tgcaacagaa gtgcctgcca attcaactgt</w:t>
      </w:r>
    </w:p>
    <w:p w14:paraId="3039EBD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attatctttc tgtgcttttg ctgtagatgc tgctaaagct tacaaagatt atctagctag</w:t>
      </w:r>
    </w:p>
    <w:p w14:paraId="3918A85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tgggggacaa ccaatcacta attgtgttaa gatgttgtgt acacacactg gtactggtca</w:t>
      </w:r>
    </w:p>
    <w:p w14:paraId="01FFBFC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ggcaataaca gtcacaccgg aagccaatat ggatcaagaa tcctttggtg gtgcatcgtg</w:t>
      </w:r>
    </w:p>
    <w:p w14:paraId="4B6D979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ttgtctgtac tgccgttgcc acatagatca tccaaatcct aaaggatttt gtgacttaaa</w:t>
      </w:r>
    </w:p>
    <w:p w14:paraId="465CD18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aggtaagtat gtacaaatac ctacaacttg tgctaatgac cctgtgggtt ttacacttaa</w:t>
      </w:r>
    </w:p>
    <w:p w14:paraId="71DEDA7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aaacacagtc tgtaccgtct gcggtatgtg gaaaggttat ggctgtagtt gtgatcaact</w:t>
      </w:r>
    </w:p>
    <w:p w14:paraId="0D7010C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ccgcgaaccc atgcttcagt cagctgatgc acaatcgttt ttaaacgggt ttgcggtgta</w:t>
      </w:r>
    </w:p>
    <w:p w14:paraId="1F414ED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agtgcagccc gtcttacacc gtgcggcaca ggcactagta ctgatgtcgt atacagggct</w:t>
      </w:r>
    </w:p>
    <w:p w14:paraId="277A0A5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tttgacatct acaatgataa agtagctggt tttgctaaat tcctaaaaac taattgttgt</w:t>
      </w:r>
    </w:p>
    <w:p w14:paraId="0FEC421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cgcttccaag aaaaggacga agatgacaat ttaattgatt cttactttgt agttaagaga</w:t>
      </w:r>
    </w:p>
    <w:p w14:paraId="75B1327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cacactttct ctaactacca acatgaagaa acaatttata atttacttaa ggattgtcca</w:t>
      </w:r>
    </w:p>
    <w:p w14:paraId="29E9061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gctgttgcta aacatgactt ctttaagttt agaatagacg gtgacatggt accacatata</w:t>
      </w:r>
    </w:p>
    <w:p w14:paraId="6B9AC57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tcacgtcaac gtcttactaa atacacaatg gcagacctcg tctatgcttt aaggcatttt</w:t>
      </w:r>
    </w:p>
    <w:p w14:paraId="2B9659C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gatgaaggta attgtgacac attaaaagaa atacttgtca catacaattg ttgtgatgat</w:t>
      </w:r>
    </w:p>
    <w:p w14:paraId="41FEB80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gattatttca ataaaaagga ctggtatgat tttgtagaaa acccagatat attacgcgta</w:t>
      </w:r>
    </w:p>
    <w:p w14:paraId="63E5C53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tacgccaact taggtgaacg tgtacgccaa gctttgttaa aaacagtaca attctgtgat</w:t>
      </w:r>
    </w:p>
    <w:p w14:paraId="00CCD54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gccatgcgaa atgctggtat tgttggtgta ctgacattag ataatcaaga tctcaatggt</w:t>
      </w:r>
    </w:p>
    <w:p w14:paraId="4D1F0B5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aactggtatg atttcggtga tttcatacaa accacgccag gtagtggagt tcctgttgta</w:t>
      </w:r>
    </w:p>
    <w:p w14:paraId="3B03D15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gattcttatt attcattgtt aatgcctata ttaaccttga ccagggcttt aactgcagag</w:t>
      </w:r>
    </w:p>
    <w:p w14:paraId="1C81F04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tcacatgttg acactgactt aacaaagcct tacattaagt gggatttgtt aaaatatgac</w:t>
      </w:r>
    </w:p>
    <w:p w14:paraId="3FEAFA0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ttcacggaag agaggttaaa actctttgac cgttatttta aatattggga tcagacatac</w:t>
      </w:r>
    </w:p>
    <w:p w14:paraId="3486C78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cacccaaatt gtgttaactg tttggatgac agatgcattc tgcattgtgc aaactttaat</w:t>
      </w:r>
    </w:p>
    <w:p w14:paraId="31A0FF2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gttttattct ctacagtgtt cccacttaca agttttggac cactagtgag aaaaatattt</w:t>
      </w:r>
    </w:p>
    <w:p w14:paraId="086939B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gttgatggtg ttccatttgt agtttcaact ggataccact tcagagagct aggtgttgta</w:t>
      </w:r>
    </w:p>
    <w:p w14:paraId="47D8AE7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14461 cataatcagg atgtaaactt acatagctct agacttagtt ttaaggaatt acttgtgtat</w:t>
      </w:r>
    </w:p>
    <w:p w14:paraId="5EAA353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gctgctgacc ctgctatgca cgctgcttct ggtaatctat tactagataa acgcactacg</w:t>
      </w:r>
    </w:p>
    <w:p w14:paraId="42C96AD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tgcttttcag tagctgcact tactaacaat gttgcttttc aaactgtcaa acccggtaat</w:t>
      </w:r>
    </w:p>
    <w:p w14:paraId="4414490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tttaacaaag acttctatga ctttgctgtg tctaagggtt tctttaagga aggaagttct</w:t>
      </w:r>
    </w:p>
    <w:p w14:paraId="5941FDE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gttgaattaa aacacttctt ctttgctcag gatggtaatg ctgctatcag cgattatgac</w:t>
      </w:r>
    </w:p>
    <w:p w14:paraId="53B6BD3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tactatcgtt ataatctacc aacaatgtgt gatatcagac aactactatt tgtagttgaa</w:t>
      </w:r>
    </w:p>
    <w:p w14:paraId="2485E49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gttgttgata agtactttga ttgttacgat ggtggctgta ttaatgctaa ccaagtcatc</w:t>
      </w:r>
    </w:p>
    <w:p w14:paraId="3F9E2C4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gtcaacaacc tagacaaatc agctggtttt ccatttaata aatggggtaa ggctagactt</w:t>
      </w:r>
    </w:p>
    <w:p w14:paraId="3215499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tattatgatt caatgagtta tgaggatcaa gatgcacttt tcgcatatac aaaacgtaat</w:t>
      </w:r>
    </w:p>
    <w:p w14:paraId="75B5806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gtcatcccta ctataactca aatgaatctt aagtatgcca ttagtgcaaa gaatagagct</w:t>
      </w:r>
    </w:p>
    <w:p w14:paraId="4F0C832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cgcaccgtag ctggtgtctc tatctgtagt actatgacca atagacagtt tcatcaaaaa</w:t>
      </w:r>
    </w:p>
    <w:p w14:paraId="2E1059C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ttattgaaat caatagccgc cactagagga gctactgtag taattggaac aagcaaattc</w:t>
      </w:r>
    </w:p>
    <w:p w14:paraId="4451866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tatggtggtt ggcacaatat gttaaaaact gtttatagtg atgtagaaaa ccctcacctt</w:t>
      </w:r>
    </w:p>
    <w:p w14:paraId="069F00F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atgggttggg attatcctaa atgtgataga gccatgccta acatgcttag aattatggcc</w:t>
      </w:r>
    </w:p>
    <w:p w14:paraId="1CF4661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tcacttgttc ttgctcgcaa acatacaacg tgttgtagct tgtcacaccg tttctataga</w:t>
      </w:r>
    </w:p>
    <w:p w14:paraId="66FC29F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ttagctaatg agtgtgctca agtattgagt gaaatggtca tgtgtggcgg ttcactatat</w:t>
      </w:r>
    </w:p>
    <w:p w14:paraId="72E38EE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gttaaaccag gtggaacctc atcaggagat gccacaactg cttatgctaa tagtgttttt</w:t>
      </w:r>
    </w:p>
    <w:p w14:paraId="1EEDEC0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aacatttgtc aagctgtcac ggccaatgtt aatgcacttt tatctactga tggtaacaaa</w:t>
      </w:r>
    </w:p>
    <w:p w14:paraId="2885176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attgccgata agtatgtccg caatttacaa cacagacttt atgagtgtct ctatagaaat</w:t>
      </w:r>
    </w:p>
    <w:p w14:paraId="14E0514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agagatgttg acacagactt tgtgaatgag ttttacgcat atttgcgtaa acatttctca</w:t>
      </w:r>
    </w:p>
    <w:p w14:paraId="7C9A7F0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atgatgatac tctctgacga tgctgttgtg tgtttcaata gcacttatgc atctcaaggt</w:t>
      </w:r>
    </w:p>
    <w:p w14:paraId="4E08543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ctagtggcta gcataaagaa ctttaagtca gttctttatt atcaaaacaa tgtttttatg</w:t>
      </w:r>
    </w:p>
    <w:p w14:paraId="3094653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tctgaagcaa aatgttggac tgagactgac cttactaaag gacctcatga attttgctct</w:t>
      </w:r>
    </w:p>
    <w:p w14:paraId="47FC3D5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caacatacaa tgctagttaa acagggtgat gattatgtgt accttcctta cccagatcca</w:t>
      </w:r>
    </w:p>
    <w:p w14:paraId="32C9C8D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tcaagaatcc taggggccgg ctgttttgta gatgatatcg taaaaacaga tggtacactt</w:t>
      </w:r>
    </w:p>
    <w:p w14:paraId="022B77B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atgattgaac ggttcgtgtc tttagctata gatgcttacc cacttactaa acatcctaat</w:t>
      </w:r>
    </w:p>
    <w:p w14:paraId="589D630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caggagtatg ctgatgtctt tcatttgtac ttacaataca taagaaagct acatgatgag</w:t>
      </w:r>
    </w:p>
    <w:p w14:paraId="28EBF2E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ttaacaggac acatgttaga catgtattct gttatgctta ctaatgataa cacttcaagg</w:t>
      </w:r>
    </w:p>
    <w:p w14:paraId="7ED395E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tattgggaac ctgagtttta tgaggctatg tacacaccgc atacagtctt acaggctgtt</w:t>
      </w:r>
    </w:p>
    <w:p w14:paraId="162BED3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ggggcttgtg ttctttgcaa ttcacagact tcattaagat gtggtgcttg catacgtaga</w:t>
      </w:r>
    </w:p>
    <w:p w14:paraId="2E38D09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ccattcttat gttgtaaatg ctgttacgac catgtcatat caacatcaca taaattagtc</w:t>
      </w:r>
    </w:p>
    <w:p w14:paraId="54A6263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ttgtctgtta atccgtatgt ttgcaatgct ccaggttgtg atgtcacaga tgtgactcaa</w:t>
      </w:r>
    </w:p>
    <w:p w14:paraId="0515CAA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ctttacttag gaggtatgag ctattattgt aaatcacata aaccacccat tagttttcca</w:t>
      </w:r>
    </w:p>
    <w:p w14:paraId="300C300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ttgtgtgcta atggacaagt ttttggttta tataaaaata catgtgttgg tagcgataat</w:t>
      </w:r>
    </w:p>
    <w:p w14:paraId="5E9A46D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gttactgact ttaatgcaat tgcaacatgt gactggacaa atgctggtga ttacatttta</w:t>
      </w:r>
    </w:p>
    <w:p w14:paraId="5F9C93F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gctaacacct gtactgaaag actcaagctt tttgcagcag aaacgctcaa agctactgag</w:t>
      </w:r>
    </w:p>
    <w:p w14:paraId="14E4B60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gagacattta aactgtctta tggtattgct actgtacgtg aagtgctgtc tgacagagaa</w:t>
      </w:r>
    </w:p>
    <w:p w14:paraId="25291CB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ttacatcttt catgggaagt tggtaaacct agaccaccac ttaaccgaaa ttatgtcttt</w:t>
      </w:r>
    </w:p>
    <w:p w14:paraId="353E717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actggttatc gtgtaactaa aaacagtaaa gtacaaatag gagagtacac ctttgaaaaa</w:t>
      </w:r>
    </w:p>
    <w:p w14:paraId="3793C0C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ggtgactatg gtgatgctgt tgtttaccga ggtacaacaa cttacaaatt aaatgttggt</w:t>
      </w:r>
    </w:p>
    <w:p w14:paraId="3A57E81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gattattttg tgctgacatc acatacagta atgccattaa gtgcacctac actagtgcca</w:t>
      </w:r>
    </w:p>
    <w:p w14:paraId="596E901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caagagcact atgttagaat tactggctta tacccaacac tcaatatctc agatgagttt</w:t>
      </w:r>
    </w:p>
    <w:p w14:paraId="019BB4B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16981 tctagcaatg ttgcaaatta tcaaaaggtt ggtatgcaaa agtattctac actccaggga</w:t>
      </w:r>
    </w:p>
    <w:p w14:paraId="4D7117A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ccacctggta ctggtaagag tcattttgct attggcctag ctctctacta cccttctgct</w:t>
      </w:r>
    </w:p>
    <w:p w14:paraId="06A4C0C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cgcatagtgt atacagcttg ctctcatgcc gctgttgatg cactatgtga gaaggcatta</w:t>
      </w:r>
    </w:p>
    <w:p w14:paraId="79845B3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aaatatttgc ctatagataa atgtagtaga attatacctg cacgtgctcg tgtagagtgt</w:t>
      </w:r>
    </w:p>
    <w:p w14:paraId="65AB834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tttgataaat tcaaagtgaa ttcaacatta gaacagtatg tcttttgtac tgtaaatgca</w:t>
      </w:r>
    </w:p>
    <w:p w14:paraId="7FD7124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ttgcctgaga cgacagcaga tatagttgtc tttgatgaaa tttcaatggc cacaaattat</w:t>
      </w:r>
    </w:p>
    <w:p w14:paraId="78E51A7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gatttgagtg ttgtcaatgc cagattacgt gctaagcact atgtgtacat tggcgaccct</w:t>
      </w:r>
    </w:p>
    <w:p w14:paraId="0834233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gctcaattac ctgcaccacg cacattgcta actaagggca cactagaacc agaatatttc</w:t>
      </w:r>
    </w:p>
    <w:p w14:paraId="5337B77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aattcagtgt gtagacttat gaaaactata ggtccagaca tgttcctcgg aacttgtcgg</w:t>
      </w:r>
    </w:p>
    <w:p w14:paraId="1B85485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cgttgtcctg ctgaaattgt tgacactgtg agtgctttgg tttatgataa taagcttaaa</w:t>
      </w:r>
    </w:p>
    <w:p w14:paraId="6333EBD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gcacataaag acaaatcagc tcaatgcttt aaaatgtttt ataagggtgt tatcacgcat</w:t>
      </w:r>
    </w:p>
    <w:p w14:paraId="59EC967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gatgtttcat ctgcaattaa caggccacaa ataggcgtgg taagagaatt ccttacacgt</w:t>
      </w:r>
    </w:p>
    <w:p w14:paraId="64542B0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aaccctgctt ggagaaaagc tgtctttatt tcaccttata attcacagaa tgctgtagcc</w:t>
      </w:r>
    </w:p>
    <w:p w14:paraId="0C031A9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tcaaagattt tgggactacc aactcaaact gttgattcat cacagggctc agaatatgac</w:t>
      </w:r>
    </w:p>
    <w:p w14:paraId="6E20AA8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tatgtcatat tcactcaaac cactgaaaca gctcactctt gtaatgtaaa cagatttaat</w:t>
      </w:r>
    </w:p>
    <w:p w14:paraId="763C329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gttgctatta ccagagcaaa agtaggcata ctttgcataa tgtctgatag agacctttat</w:t>
      </w:r>
    </w:p>
    <w:p w14:paraId="7E6EF59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gacaagttgc aatttacaag tcttgaaatt ccacgtagga atgtggcaac tttacaagct</w:t>
      </w:r>
    </w:p>
    <w:p w14:paraId="01CFCCF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gaaaatgtaa caggactctt taaagattgt agtaaggtaa tcactgggtt acatcctaca</w:t>
      </w:r>
    </w:p>
    <w:p w14:paraId="1BF6DB0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caggcaccta cacacctcag tgttgacact aaattcaaaa ctgaaggttt atgtgttgac</w:t>
      </w:r>
    </w:p>
    <w:p w14:paraId="683C5C7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gtacctggca tacctaagga catgacctat agaagactca tctctatgat gggttttaaa</w:t>
      </w:r>
    </w:p>
    <w:p w14:paraId="6EB49E1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atgaattatc aagttaatgg ttaccctaac atgtttatca cccgcgaaga agctataaga</w:t>
      </w:r>
    </w:p>
    <w:p w14:paraId="2222D10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catgtacgtg catggattgg cttcgatgtc gaggggtgtc atgctactag agaagctgtt</w:t>
      </w:r>
    </w:p>
    <w:p w14:paraId="2CB98AD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ggtaccaatt tacctttaca gctaggtttt tctacaggtg ttaacctagt tgctgtacct</w:t>
      </w:r>
    </w:p>
    <w:p w14:paraId="6510A57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acaggttatg ttgatacacc taataataca gatttttcca gagttagtgc taaaccaccg</w:t>
      </w:r>
    </w:p>
    <w:p w14:paraId="4AA878A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cctggagatc aatttaaaca cctcatacca cttatgtaca aaggacttcc ttggaatgta</w:t>
      </w:r>
    </w:p>
    <w:p w14:paraId="3C29A83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gtgcgtataa agattgtaca aatgttaagt gacacactta aaaatctctc tgacagagtc</w:t>
      </w:r>
    </w:p>
    <w:p w14:paraId="2527F28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gtatttgtct tatgggcaca tggctttgag ttgacatcta tgaagtattt tgtgaaaata</w:t>
      </w:r>
    </w:p>
    <w:p w14:paraId="088FA14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ggacctgagc gcacctgttg tctatgtgat agacgtgcca catgcttttc cactgcttca</w:t>
      </w:r>
    </w:p>
    <w:p w14:paraId="092BB74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gacacttatg cctgttggca tcattctatt ggatttgatt acgtctataa tccgtttatg</w:t>
      </w:r>
    </w:p>
    <w:p w14:paraId="6D23E4E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attgatgttc aacaatgggg ttttacaggt aacctacaaa gcaaccatga tctgtattgt</w:t>
      </w:r>
    </w:p>
    <w:p w14:paraId="151078C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caagtccatg gtaatgcaca tgtagctagt tgtgatgcaa tcatgactag gtgtctagct</w:t>
      </w:r>
    </w:p>
    <w:p w14:paraId="33F58F6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gtccacgagt gctttgttaa gcgtgttgac tggactattg aatatcctat aattggtgat</w:t>
      </w:r>
    </w:p>
    <w:p w14:paraId="6E8B55F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gaactgaaga ttaatgcggc ttgtagaaag gttcaacaca tggttgttaa agctgcatta</w:t>
      </w:r>
    </w:p>
    <w:p w14:paraId="726D754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ttagcagaca aattcccagt tcttcacgac attggtaacc ctaaagctat taagtgtgta</w:t>
      </w:r>
    </w:p>
    <w:p w14:paraId="6C39774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cctcaagctg atgtagaatg gaagttctat gatgcacagc cttgtagtga caaagcttat</w:t>
      </w:r>
    </w:p>
    <w:p w14:paraId="73A14E6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aaaatagaag aattattcta ttcttatgcc acacattctg acaaattcac agatggtgta</w:t>
      </w:r>
    </w:p>
    <w:p w14:paraId="0E48E7F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tgcctatttt ggaattgcaa tgtcgataga tatcctgcta attccattgt ttgtagattt</w:t>
      </w:r>
    </w:p>
    <w:p w14:paraId="1DF8750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gacactagag tgctatctaa ccttaacttg cctggttgtg atggtggcag tttgtatgta</w:t>
      </w:r>
    </w:p>
    <w:p w14:paraId="5FAF710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aataaacatg cattccacac accagctttt gataaaagtg cttttgttaa tttaaaacaa</w:t>
      </w:r>
    </w:p>
    <w:p w14:paraId="688F01D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ttaccatttt tctattactc tgacagtcca tgtgagtctc atggaaaaca agtagtgtca</w:t>
      </w:r>
    </w:p>
    <w:p w14:paraId="5145693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gatatagatt atgtaccact aaagtctgct acgtgtataa cacgttgcaa tttaggtggt</w:t>
      </w:r>
    </w:p>
    <w:p w14:paraId="6EE26F5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gctgtctgta gacatcatgc taatgagtac agattgtatc tcgatgctta taacatgatg</w:t>
      </w:r>
    </w:p>
    <w:p w14:paraId="7FD57EC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19501 atctcagctg gctttagctt gtgggtttac aaacaatttg atacttataa cctctggaac</w:t>
      </w:r>
    </w:p>
    <w:p w14:paraId="3C6E221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acttttacaa gacttcagag tttagaaaat gtggctttta atgttgtaaa taagggacac</w:t>
      </w:r>
    </w:p>
    <w:p w14:paraId="681DA47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tttgatggac aacagggtga agtaccagtt tctatcatta ataacactgt ttacacaaaa</w:t>
      </w:r>
    </w:p>
    <w:p w14:paraId="543A5AB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gttgatggtg ttgatgtaga attgtttgaa aataaaacaa cattacctgt taatgtagca</w:t>
      </w:r>
    </w:p>
    <w:p w14:paraId="5DB70C4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tttgagcttt gggctaagcg caacattaaa ccagtaccag aggtgaaaat actcaataat</w:t>
      </w:r>
    </w:p>
    <w:p w14:paraId="525DD10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ttgggtgtgg acattgctgc taatactgtg atctgggact acaaaagaga tgctccagca</w:t>
      </w:r>
    </w:p>
    <w:p w14:paraId="742A162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catatatcta ctattggtgt ttgttctatg actgacatag ccaagaaacc aactgaaacg</w:t>
      </w:r>
    </w:p>
    <w:p w14:paraId="0DA17B2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atttgtgcac cactcactgt cttttttgat ggtagagttg atggtcaagt agacttattt</w:t>
      </w:r>
    </w:p>
    <w:p w14:paraId="06FDCFF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agaaatgccc gtaatggtgt tcttattaca gaaggtagtg ttaaaggttt acaaccatct</w:t>
      </w:r>
    </w:p>
    <w:p w14:paraId="521F55C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gtaggtccca aacaagctag tcttaatgga gtcacattaa ttggagaagc cgtaaaaaca</w:t>
      </w:r>
    </w:p>
    <w:p w14:paraId="172A652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cagttcaatt attataagaa agttgatggt gttgtccaac aattacctga aacttacttt</w:t>
      </w:r>
    </w:p>
    <w:p w14:paraId="5076281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actcagagta gaaatttaca agaatttaaa cccaggagtc aaatggaaat tgatttctta</w:t>
      </w:r>
    </w:p>
    <w:p w14:paraId="5FEC94F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gaattagcta tggatgaatt cattgaacgg tataaattag aaggctatgc cttcgaacat</w:t>
      </w:r>
    </w:p>
    <w:p w14:paraId="121B40F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atcgtttatg gagattttag tcatagtcag ttaggtggtt tacatctact gattggacta</w:t>
      </w:r>
    </w:p>
    <w:p w14:paraId="3A98F66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gctaaacgtt ttaaggaatc accttttgaa ttagaagatt ttattcctat ggacagtaca</w:t>
      </w:r>
    </w:p>
    <w:p w14:paraId="1932057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gttaaaaact atttcataac agatgcgcaa acaggttcat ctaagtgtgt gtgttctgtt</w:t>
      </w:r>
    </w:p>
    <w:p w14:paraId="2F079E1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attgatttat tacttgatga ttttgttgaa ataataaaat cccaagattt atctgtagtt</w:t>
      </w:r>
    </w:p>
    <w:p w14:paraId="52488A4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tctaaggttg tcaaagtgac tattgactat acagaaattt catttatgct ttggtgtaaa</w:t>
      </w:r>
    </w:p>
    <w:p w14:paraId="43ECDEC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gatggccatg tagaaacatt ttacccaaaa ttacaatcta gtcaagcgtg gcaaccgggt</w:t>
      </w:r>
    </w:p>
    <w:p w14:paraId="712AE86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gttgctatgc ctaatcttta caaaatgcaa agaatgctat tagaaaagtg tgaccttcaa</w:t>
      </w:r>
    </w:p>
    <w:p w14:paraId="1622CA8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aattatggtg atagtgcaac attacctaaa ggcataatga tgaatgtcgc aaaatatact</w:t>
      </w:r>
    </w:p>
    <w:p w14:paraId="4FBF7FE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caactgtgtc aatatttaaa cacattaaca ttagctgtac cctataatat gagagttata</w:t>
      </w:r>
    </w:p>
    <w:p w14:paraId="009B380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cattttggtg ctggttctga taaaggagtt gcaccaggta cagctgtttt aagacagtgg</w:t>
      </w:r>
    </w:p>
    <w:p w14:paraId="5DC166B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ttgcctacgg gtacgctgct tgtcgattca gatcttaatg actttgtctc tgatgcagat</w:t>
      </w:r>
    </w:p>
    <w:p w14:paraId="5F8D81B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tcaactttga ttggtgattg tgcaactgta catacagcta ataaatggga tctcattatt</w:t>
      </w:r>
    </w:p>
    <w:p w14:paraId="52B5767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agtgatatgt acgaccctaa gactaaaaat gttacaaaag aaaatgactc taaagagggt</w:t>
      </w:r>
    </w:p>
    <w:p w14:paraId="168E5CD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tttttcactt acatttgtgg gtttatacaa caaaagctag ctcttggagg ttccgtggct</w:t>
      </w:r>
    </w:p>
    <w:p w14:paraId="6E8B907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ataaagataa cagaacattc ttggaatgct gatctttata agctcatggg acacttcgca</w:t>
      </w:r>
    </w:p>
    <w:p w14:paraId="7B33386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tggtggacag cctttgttac taatgtgaat gcgtcatcat ctgaagcatt tttaattgga</w:t>
      </w:r>
    </w:p>
    <w:p w14:paraId="77084A7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tgtaattatc ttggcaaacc acgcgaacaa atagatggtt atgtcatgca tgcaaattac</w:t>
      </w:r>
    </w:p>
    <w:p w14:paraId="141CCEB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atattttgga ggaatacaaa tccaattcag ttgtcttcct attctttatt tgacatgagt</w:t>
      </w:r>
    </w:p>
    <w:p w14:paraId="3032C0C2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aaatttcccc ttaaattaag gggtactgct gttatgtctt taaaagaagg tcaaatcaat</w:t>
      </w:r>
    </w:p>
    <w:p w14:paraId="2619A58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gatatgattt tatctcttct tagtaaaggt agacttataa ttagagaaaa caacagagtt</w:t>
      </w:r>
    </w:p>
    <w:p w14:paraId="40EEDCD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gttatttcta gtgatgttct tgttaacaac taaacgaaca atgtttgttt ttcttgtttt</w:t>
      </w:r>
    </w:p>
    <w:p w14:paraId="269C016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attgccacta gtctctagtc agtgtgttaa tcttacaacc agaactcaat taccccctgc</w:t>
      </w:r>
    </w:p>
    <w:p w14:paraId="49EF5EB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atacactaat tctttcacac gtggtgttta ttaccctgac aaagttttca gatcctcagt</w:t>
      </w:r>
    </w:p>
    <w:p w14:paraId="7F12053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tttacattca actcaggact tgttcttacc tttcttttcc aatgttactt ggttccatgt</w:t>
      </w:r>
    </w:p>
    <w:p w14:paraId="71602F8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tatctctggg accaatggta ctaagaggtt tgataaccct gtcctaccat ttaatgatgg</w:t>
      </w:r>
    </w:p>
    <w:p w14:paraId="120B5E2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tgtttatttt gcttccattg agaagtctaa cataataaga ggctggattt ttggtactac</w:t>
      </w:r>
    </w:p>
    <w:p w14:paraId="5928B6F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tttagattcg aagacccagt ccctacttat tgttaataac gctactaatg ttgttattaa</w:t>
      </w:r>
    </w:p>
    <w:p w14:paraId="0A01158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agtctgtgaa tttcaatttt gtaatgatcc atttttggac cacaaaaaca acaaaagttg</w:t>
      </w:r>
    </w:p>
    <w:p w14:paraId="66A39B0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gatggaaagt gagttcagag tttattctag tgcgaataat tgcacttttg aatatgtctc</w:t>
      </w:r>
    </w:p>
    <w:p w14:paraId="2D805F1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22021 tcagcctttt cttatggacc ttgaaggaaa acagggtaat ttcaaaaatc ttagggaatt</w:t>
      </w:r>
    </w:p>
    <w:p w14:paraId="30CC207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tgtgtttaag aatattgatg gttattttaa aatatattct aagcacacgc ctattatagt</w:t>
      </w:r>
    </w:p>
    <w:p w14:paraId="2206306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gcgtgagcca gaagatctcc ctcagggttt ttcggcttta gaaccattgg tagatttgcc</w:t>
      </w:r>
    </w:p>
    <w:p w14:paraId="627C8C1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aataggtatt aacatcacta ggtttcaaac tttacttgct ttacatagaa gttatttgac</w:t>
      </w:r>
    </w:p>
    <w:p w14:paraId="5F17BEB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tcctggtgat tcttcttcag gttggacagc tggtgctgca gcttattatg tgggttatct</w:t>
      </w:r>
    </w:p>
    <w:p w14:paraId="2CFCB40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tcaacctagg acttttctat taaaatataa tgaaaatgga accattacag atgctgtaga</w:t>
      </w:r>
    </w:p>
    <w:p w14:paraId="7593047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ctgtgcactt gaccctctct cagaaacaaa gtgtacgttg aaatccttca ctgtagaaaa</w:t>
      </w:r>
    </w:p>
    <w:p w14:paraId="241F7BF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aggaatctat caaacttcta actttagagt ccaaccaaca gaatctattg ttagatttcc</w:t>
      </w:r>
    </w:p>
    <w:p w14:paraId="66E261E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taatattaca aacttgtgcc cttttgatga agtttttaac gccaccagat ttgcatctgt</w:t>
      </w:r>
    </w:p>
    <w:p w14:paraId="15D2D23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ttatgcttgg aacaggaaga gaatcagcaa ctgtgttgct gattattctg tcctatataa</w:t>
      </w:r>
    </w:p>
    <w:p w14:paraId="53D6F55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tctcgcacca tttttcactt ttaagtgtta tggagtgtct cctactaaat taaatgatct</w:t>
      </w:r>
    </w:p>
    <w:p w14:paraId="788E423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ctgctttact aatgtctatg cagattcatt tgtaattaga ggtgatgaag tcagacaaat</w:t>
      </w:r>
    </w:p>
    <w:p w14:paraId="048F731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cgctccaggg caaactggaa atattgctga ttataattat aaattaccag atgattttac</w:t>
      </w:r>
    </w:p>
    <w:p w14:paraId="0E3E8F2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aggctgcgtt atagcttgga attctaacaa gcttgattct aaggttagtg gtaattataa</w:t>
      </w:r>
    </w:p>
    <w:p w14:paraId="11075AB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ttacctgtat agattgttta ggaagtctaa tctcaaacct tttgagagag atatttcaac</w:t>
      </w:r>
    </w:p>
    <w:p w14:paraId="622FB5C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tgaaatctat caggccggta acaaaccttg taatggtgtt gaaggtttta attgttactt</w:t>
      </w:r>
    </w:p>
    <w:p w14:paraId="5B5DA64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tcctttacga tcatatagtt tccgacccac ttatggtgtt ggtcaccaac catacagagt</w:t>
      </w:r>
    </w:p>
    <w:p w14:paraId="32C1C05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agtagtactt tcttttgaac ttctacatgc accagcaact gtttgtggac ctaaaaagtc</w:t>
      </w:r>
    </w:p>
    <w:p w14:paraId="4DFCF12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tactaatttg gttaaaaaca aatgtgtcaa tttcaacttc aatggtttaa aaggcacagg</w:t>
      </w:r>
    </w:p>
    <w:p w14:paraId="7BBBF7F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tgttcttact gagtctaaca aaaagtttct gcctttccaa caatttggca gagacattgc</w:t>
      </w:r>
    </w:p>
    <w:p w14:paraId="7524FBF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tgacactact gatgctgtcc gtgatccaca gacacttgag attcttgaca ttacaccatg</w:t>
      </w:r>
    </w:p>
    <w:p w14:paraId="26E45F3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ttcttttggt ggtgtcagtg ttataacacc aggaacaaat acttctaacc aggttgctgt</w:t>
      </w:r>
    </w:p>
    <w:p w14:paraId="2226C63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tctttatcag ggtgttaact gcacagaagt ccctgttgct attcatgcag atcaacttac</w:t>
      </w:r>
    </w:p>
    <w:p w14:paraId="448FB72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tcctacttgg cgtgtttatt ctacaggttc taatgttttt caaacacgtg caggctgttt</w:t>
      </w:r>
    </w:p>
    <w:p w14:paraId="587308D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aataggggct gaatatgtca acaactcata tgagtgtgac atacccattg gtgcaggtat</w:t>
      </w:r>
    </w:p>
    <w:p w14:paraId="50273BF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atgcgctagt tatcagactc agactaagtc tcatcggcgg gcacgtagtg tagctagtca</w:t>
      </w:r>
    </w:p>
    <w:p w14:paraId="0C33F8A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atccatcatt gcctacacta tgtcacttgg tgcagaaaat tcagttgctt actctaataa</w:t>
      </w:r>
    </w:p>
    <w:p w14:paraId="40D6DF8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ctctattgcc atacccacaa attttactat tagtgttacc acagaaattc taccagtgtc</w:t>
      </w:r>
    </w:p>
    <w:p w14:paraId="0E4B2FF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tatgaccaag acatcagtag attgtacaat gtacatttgt ggtgattcaa ctgaatgcag</w:t>
      </w:r>
    </w:p>
    <w:p w14:paraId="757BE75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caatcttttg ttgcaatatg gcagtttttg tacacaatta aaacgtgctt taactggaat</w:t>
      </w:r>
    </w:p>
    <w:p w14:paraId="2D67529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agctgttgaa caagacaaaa acacccaaga agtttttgca caagtcaaac aaatttacaa</w:t>
      </w:r>
    </w:p>
    <w:p w14:paraId="6FD9590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aacaccacca attaaatatt ttggtggttt taatttttca caaatattac cagatccatc</w:t>
      </w:r>
    </w:p>
    <w:p w14:paraId="0039556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aaaaccaagc aagaggtcat ttattgaaga tctacttttc aacaaagtga cacttgcaga</w:t>
      </w:r>
    </w:p>
    <w:p w14:paraId="328D638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tgctggcttc atcaaacaat atggtgattg ccttggtgat attgctgcta gagacctcat</w:t>
      </w:r>
    </w:p>
    <w:p w14:paraId="7530CE9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ttgtgcacaa aagtttaaag gccttactgt tttgccacct ttgctcacag atgaaatgat</w:t>
      </w:r>
    </w:p>
    <w:p w14:paraId="6C738D0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tgctcaatac acttctgcac tgttagcggg tacaatcact tctggttgga cctttggtgc</w:t>
      </w:r>
    </w:p>
    <w:p w14:paraId="27F6AC6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aggtgctgca ttacaaatac catttgctat gcaaatggct tataggttta atggtattgg</w:t>
      </w:r>
    </w:p>
    <w:p w14:paraId="3D4090F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agttacacag aatgttctct atgagaacca aaaattgatt gccaaccaat ttaatagtgc</w:t>
      </w:r>
    </w:p>
    <w:p w14:paraId="7105E0E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tattggcaaa attcaagact cactttcttc cacagcaagt gcacttggaa aacttcaaga</w:t>
      </w:r>
    </w:p>
    <w:p w14:paraId="0992700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tgtggtcaac cataatgcac aagctttaaa cacgcttgtt aaacaactta gctccaaatt</w:t>
      </w:r>
    </w:p>
    <w:p w14:paraId="51DFF86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tggtgcaatt tcaagtgttt taaatgatat cttttcacgt cttgacaaag ttgaggctga</w:t>
      </w:r>
    </w:p>
    <w:p w14:paraId="184A8FE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agtgcaaatt gataggttga tcacaggcag acttcaaagt ttgcagacat atgtgactca</w:t>
      </w:r>
    </w:p>
    <w:p w14:paraId="7F7F084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24541 acaattaatt agagctgcag aaatcagagc ttctgctaat cttgctgcta ctaaaatgtc</w:t>
      </w:r>
    </w:p>
    <w:p w14:paraId="476E501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agagtgtgta cttggacaat caaaaagagt tgatttttgt ggaaagggct atcatcttat</w:t>
      </w:r>
    </w:p>
    <w:p w14:paraId="6E0314D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gtccttccct cagtcagcac ctcatggtgt agtcttcttg catgtgactt atgtccctgc</w:t>
      </w:r>
    </w:p>
    <w:p w14:paraId="074436F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acaagaaaag aacttcacaa ctgctcctgc catttgtcat gatggaaaag cacactttcc</w:t>
      </w:r>
    </w:p>
    <w:p w14:paraId="5EFD125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tcgtgaaggt gtctttgttt caaatggcac acactggttt gtaacacaaa ggaattttta</w:t>
      </w:r>
    </w:p>
    <w:p w14:paraId="2DB6974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tgaaccacaa atcattacta cagacaacac atttgtgtct ggtaactgtg atgttgtaat</w:t>
      </w:r>
    </w:p>
    <w:p w14:paraId="50D69E0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aggaattgtc aacaacacag tttatgatcc tttgcaacct gaattagatt cattcaagga</w:t>
      </w:r>
    </w:p>
    <w:p w14:paraId="5478D8C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ggagttagat aaatatttta agaatcatac atcaccagat gttgatttag gtgacatctc</w:t>
      </w:r>
    </w:p>
    <w:p w14:paraId="3B20C4D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tggcattaat gcttcagttg taaacattca aaaagaaatt gaccgcctca atgaggttgc</w:t>
      </w:r>
    </w:p>
    <w:p w14:paraId="732BA28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caagaattta aatgaatctc tcatcgatct ccaagaactt ggaaagtatg agcagtatat</w:t>
      </w:r>
    </w:p>
    <w:p w14:paraId="6C06E0A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aaaatggcca tggtacattt ggctaggttt tatagctggc ttgattgcca tagtaatggt</w:t>
      </w:r>
    </w:p>
    <w:p w14:paraId="5EE4FE6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gacaattatg ctttgctgta tgaccagttg ctgtagttgt ctcaagggct gttgttcttg</w:t>
      </w:r>
    </w:p>
    <w:p w14:paraId="12013F0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tggatcctgc tgcaaatttg atgaagacga ctctgagcca gtgctcaaag gagtcaaatt</w:t>
      </w:r>
    </w:p>
    <w:p w14:paraId="54DC394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acattacaca taaacgaact tatggatttg tttatgagaa tcttcacaat tggaactgta</w:t>
      </w:r>
    </w:p>
    <w:p w14:paraId="1F8D253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actttgaagc aaggtgaaat caaggatgct actccttcag attttgttcg cgctactgca</w:t>
      </w:r>
    </w:p>
    <w:p w14:paraId="04D8939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acgataccga tacaagcctc actccctttc ggatggctta ttgttggcgt tgcacttctt</w:t>
      </w:r>
    </w:p>
    <w:p w14:paraId="03A2794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gctgtttttc agagcgcttc caaaatcata actctcaaaa agagatggca actagcactc</w:t>
      </w:r>
    </w:p>
    <w:p w14:paraId="0B122F9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tccaagggtg ttcactttgt ttgcaacttg ctgttgttgt ttgtaacagt ttactcacac</w:t>
      </w:r>
    </w:p>
    <w:p w14:paraId="53B9900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cttttgctcg ttgctgctgg ccttgaagcc ccttttctct atctttatgc tttagtctac</w:t>
      </w:r>
    </w:p>
    <w:p w14:paraId="10D7F96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ttcttgcaga gtataaactt tgtaagaata ataatgaggc tttggctttg ctggaaatgc</w:t>
      </w:r>
    </w:p>
    <w:p w14:paraId="48886EA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cgttccaaaa acccattact ttatgatgcc aactattttc tttgctggca tactaattgt</w:t>
      </w:r>
    </w:p>
    <w:p w14:paraId="35094B3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tacgactatt gtatacctta caatagtgta acttcttcaa ttgtcattac ttcaggtgat</w:t>
      </w:r>
    </w:p>
    <w:p w14:paraId="40975B5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ggcacaacaa gtcctatttc tgaacatgac taccagattg gtggttatac tgaaaaatgg</w:t>
      </w:r>
    </w:p>
    <w:p w14:paraId="0997003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gaatctggag taaaagactg tgttgtatta cacagttact tcacttcaga ctattaccag</w:t>
      </w:r>
    </w:p>
    <w:p w14:paraId="00EF933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ctgtactcaa ctcaattgag tacagacact ggtgttgaac atgttacctt cttcatctac</w:t>
      </w:r>
    </w:p>
    <w:p w14:paraId="01EEC9D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aataaaattg ttgatgagcc tgaagaacat gtccaaattc acacaatcga cggttcatcc</w:t>
      </w:r>
    </w:p>
    <w:p w14:paraId="40C3284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ggagttgtta atccagtaat ggaaccaatt tatgatgaac cgacgacgac tactagcgtg</w:t>
      </w:r>
    </w:p>
    <w:p w14:paraId="19ED474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cctttgtaag cacaagctga tgagtacgaa cttatgtact cattcgtttc ggaagagata</w:t>
      </w:r>
    </w:p>
    <w:p w14:paraId="3ED5513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ggtacgttaa tagttaatag cgtacttctt tttcttgctt tcgtggtatt cttgctagtt</w:t>
      </w:r>
    </w:p>
    <w:p w14:paraId="189917E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acactagcca tccttactgc gcttcgattg tgtgcgtact gctgcaatat tgttaacgtg</w:t>
      </w:r>
    </w:p>
    <w:p w14:paraId="4435BA0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agtcttgtaa aaccttcttt ttacgtttac tctcgtgtta aaaatctgaa ttcttctaga</w:t>
      </w:r>
    </w:p>
    <w:p w14:paraId="5C2D72B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gttcctgatc ttctggtcta aacgaactaa atattatatt agtttttctg tttggaactt</w:t>
      </w:r>
    </w:p>
    <w:p w14:paraId="56975CE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taattttagc catggcaggt tccaacggta ctattaccgt tgaagagctt aaaaagctcc</w:t>
      </w:r>
    </w:p>
    <w:p w14:paraId="07D301A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ttgaagaatg gaacctagta ataggtttcc tattccttac atggatttgt cttctacaat</w:t>
      </w:r>
    </w:p>
    <w:p w14:paraId="44F2217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ttgcctatgc caacaggaat aggtttttgt atataattaa gttaattttc ctctggctgt</w:t>
      </w:r>
    </w:p>
    <w:p w14:paraId="17FA402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tatggccagt aactttaact tgttttgtgc ttgctgctgt ttacagaata aattggatca</w:t>
      </w:r>
    </w:p>
    <w:p w14:paraId="767CBA7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ccggtggaat tgctatcgca atggcttgtc ttgtaggctt gatgtggctc agctacttca</w:t>
      </w:r>
    </w:p>
    <w:p w14:paraId="2A094E7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ttgcttcttt cagactgttt gcgcgtacgc gttccatgtg gtcattcaat ccagaaacta</w:t>
      </w:r>
    </w:p>
    <w:p w14:paraId="4213840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acattcttct caacgtgcca ctccatggca ctattctgac cagaccgctt ctagaaagtg</w:t>
      </w:r>
    </w:p>
    <w:p w14:paraId="01BD73E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aactcgtaat cggagctgtg atccttcgtg gacatcttcg tattgctgga caccatctag</w:t>
      </w:r>
    </w:p>
    <w:p w14:paraId="5C148A4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gacgctgtga catcaaggac ctgcctaaag aaatcactgt tgctacatca cgaacgcttt</w:t>
      </w:r>
    </w:p>
    <w:p w14:paraId="1B09E7C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cttattacaa attgggagct tcgcagcgtg tagcaggtga ctcaggtttt gctgcataca</w:t>
      </w:r>
    </w:p>
    <w:p w14:paraId="660E15F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27061 gtcgctacag gattggcaac tataaattaa acacagacca ttccagtagc agtgacaata</w:t>
      </w:r>
    </w:p>
    <w:p w14:paraId="456E4A1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ttgctttgct tgtacagtaa gtgacaacag atgtttcatc tcgttgactt tcaggttact</w:t>
      </w:r>
    </w:p>
    <w:p w14:paraId="331C997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atagcagaga tattactaat tattatgcgg acttttaaag tttccatttg gaatcttgat</w:t>
      </w:r>
    </w:p>
    <w:p w14:paraId="6B38268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tacatcataa acctcataat taaaaattta tctaagtcac taactgagaa taaatattct</w:t>
      </w:r>
    </w:p>
    <w:p w14:paraId="642BAB2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caattagatg aagagcaacc aatggagatt gattaaacga acatgaaaat tattcttttc</w:t>
      </w:r>
    </w:p>
    <w:p w14:paraId="7A52501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ttggcactga taacactcgc tacttgtgag ctttatcact accaagagtg tgttagaggt</w:t>
      </w:r>
    </w:p>
    <w:p w14:paraId="42D7301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acaacagtac ttttaaaaga accttgctct tctggaacat acgagggcaa ttcaccattt</w:t>
      </w:r>
    </w:p>
    <w:p w14:paraId="545BA82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catcctctag ctgataacaa atttgcactg acttgcttta gcactcaatt tgcttttgct</w:t>
      </w:r>
    </w:p>
    <w:p w14:paraId="5B4EF84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tgtcctgacg gcgtaaaaca cgtctatcag ttacgtgcca gatcagtttc acctaaactg</w:t>
      </w:r>
    </w:p>
    <w:p w14:paraId="7F9764E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ttcatcagac aagaggaagt tcaagaactt tactctccaa tttttcttat tgttgcggca</w:t>
      </w:r>
    </w:p>
    <w:p w14:paraId="6E07CD95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atagtgttta taacactttg cttcacactc aaaagaaaga cagaatgatt gaactttcat</w:t>
      </w:r>
    </w:p>
    <w:p w14:paraId="3C66C62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taattgactt ctatttgtgc tttttagcct ttctgttatt ccttgtttta attatgctta</w:t>
      </w:r>
    </w:p>
    <w:p w14:paraId="4DCC140A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ttatcttttg gttctcactt gaactgcaag atcataatga aacttgtcac gcctaaacga</w:t>
      </w:r>
    </w:p>
    <w:p w14:paraId="2929AFF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acatgaaatt tcttgttttc ttaggaatca tcacaactgt agctgcattt caccaagaat</w:t>
      </w:r>
    </w:p>
    <w:p w14:paraId="3F50FCB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gtagtttaca gtcatgtact caacatcaac catatgtagt tgatgacccg tgtcctattc</w:t>
      </w:r>
    </w:p>
    <w:p w14:paraId="20FAB0E0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acttctattc taaatggtat attagagtag gagctagaaa atcagcacct ttaattgaat</w:t>
      </w:r>
    </w:p>
    <w:p w14:paraId="4C60390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tgtgcgtgga tgaggctggt tctaaatcac ccattcagta catcgatatc ggtaattata</w:t>
      </w:r>
    </w:p>
    <w:p w14:paraId="227959A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cagtttcctg tttacctttt acaattaatt gccaggaacc taaattgggt agtcttgtag</w:t>
      </w:r>
    </w:p>
    <w:p w14:paraId="247027E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tgcgttgttc gttctatgaa gactttttag agtatcatga cgttcgtgtt gttttagatt</w:t>
      </w:r>
    </w:p>
    <w:p w14:paraId="7DB81F3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tcatctaaac gaacaaactt aaatgtctga taatggaccc caaaatcagc gaaatgcact</w:t>
      </w:r>
    </w:p>
    <w:p w14:paraId="1B92475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ccgcattacg tttggtggac cctcagattc aactggcagt aaccagaatg gtggggcgcg</w:t>
      </w:r>
    </w:p>
    <w:p w14:paraId="55C79DA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atcaaaacaa cgtcggcccc aaggtttacc caataatact gcgtcttggt tcaccgctct</w:t>
      </w:r>
    </w:p>
    <w:p w14:paraId="65F83A0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cactcaacat ggcaaggaag accttaaatt ccctcgagga caaggcgttc caattaacac</w:t>
      </w:r>
    </w:p>
    <w:p w14:paraId="7ED806D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caatagcagt ccagatgacc aaattggcta ctaccgaaga gctaccagac gaattcgtgg</w:t>
      </w:r>
    </w:p>
    <w:p w14:paraId="408C866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tggtgacggt aaaatgaaag atctcagtcc aagatggtat ttctactacc taggaactgg</w:t>
      </w:r>
    </w:p>
    <w:p w14:paraId="6A0D251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gccagaagct ggacttccct atggtgctaa caaagacggc atcatatggg ttgcaactga</w:t>
      </w:r>
    </w:p>
    <w:p w14:paraId="1555A18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gggagccttg aatacaccaa aagatcacat tggcacccgc aatcctgcta acaatgctgc</w:t>
      </w:r>
    </w:p>
    <w:p w14:paraId="11218EC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aatcgtgcta caacttcctc aaggaacaac attgccaaaa ggcttctacg cagaagggag</w:t>
      </w:r>
    </w:p>
    <w:p w14:paraId="4F6F5BF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cagaggcggc agtcaagcct cttctcgttc ctcatcacgt agtcgcaaca gttcaagaaa</w:t>
      </w:r>
    </w:p>
    <w:p w14:paraId="7E28976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ttcaactcca ggcagcagta aacgaacttc tcctgctaga atggctggca atggcggtga</w:t>
      </w:r>
    </w:p>
    <w:p w14:paraId="764547D8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tgctgctctt gctttgctgc tgcttgacag attgaaccag cttgagagca aaatgtctgg</w:t>
      </w:r>
    </w:p>
    <w:p w14:paraId="5AE22C5E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taaaggccaa caacaacaag gccaaactgt cactaagaaa tctgctgctg aggcttctaa</w:t>
      </w:r>
    </w:p>
    <w:p w14:paraId="31CCF894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gaagcctcgg caaaaacgta ctgccactaa agcatacaat gtaacacaag ctttcggcag</w:t>
      </w:r>
    </w:p>
    <w:p w14:paraId="1F6904DC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acgtggtcca gaacaaaccc aaggaaattt tggggaccag gaactaatca gacaaggaac</w:t>
      </w:r>
    </w:p>
    <w:p w14:paraId="1AEC1D2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tgattacaaa cattggccgc aaattgcaca atttgccccc agcgcttcag cgttcttcgg</w:t>
      </w:r>
    </w:p>
    <w:p w14:paraId="6F27219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aatgtcgcgc attggcatgg aagtcacacc ttcgggaacg tggttgacct acacaggtgc</w:t>
      </w:r>
    </w:p>
    <w:p w14:paraId="4B41193D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catcaaattg gatgacaaag atccaaattt caaagatcaa gtcattttgc tgaataagca</w:t>
      </w:r>
    </w:p>
    <w:p w14:paraId="1B72229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tattgacgca tacaaaacat tcccaccaac agagcctaaa aaggacaaaa agaagaaggc</w:t>
      </w:r>
    </w:p>
    <w:p w14:paraId="04A59DC7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tgatgaaact caagccttac cgcagagaca gaagaaacag caaactgtga ctcttcttcc</w:t>
      </w:r>
    </w:p>
    <w:p w14:paraId="60A28121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tgctgcagat ttggatgatt tctccaaaca attgcaacaa tccatgagca gtgctgactc</w:t>
      </w:r>
    </w:p>
    <w:p w14:paraId="5540C4C6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aactcaggcc taaactcatg cagaccacac aaggcagatg ggctatataa acgttttcgc</w:t>
      </w:r>
    </w:p>
    <w:p w14:paraId="30C9CE73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ttttccgttt acgatatata gtctactctt gtgcagaatg aattctcgta actacatagc</w:t>
      </w:r>
    </w:p>
    <w:p w14:paraId="4901E88B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29581 acaagtagat gtagttaact ttaatctcac atagcaatct ttaatcagtg tgtaacatta</w:t>
      </w:r>
    </w:p>
    <w:p w14:paraId="6943035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gggaggactt gaaagagcca ccacattttc accgaggcca cgcggagtac gatcgagtgt</w:t>
      </w:r>
    </w:p>
    <w:p w14:paraId="4AE53C69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acagtgaaca atgctaggga gagctgccta tatggaagag ccctaatgtg taaaattaat</w:t>
      </w:r>
    </w:p>
    <w:p w14:paraId="574B6D5F" w14:textId="77777777" w:rsidR="007863F7" w:rsidRPr="007863F7" w:rsidRDefault="007863F7" w:rsidP="007863F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863F7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tttagtagtg ctatcc</w:t>
      </w:r>
    </w:p>
    <w:p w14:paraId="56811F70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3F7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863F7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BF6305"/>
  <w15:chartTrackingRefBased/>
  <w15:docId w15:val="{EED9996B-68A4-604F-959B-9D5DD0FE3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6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75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98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94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258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445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10715</Words>
  <Characters>61081</Characters>
  <Application>Microsoft Office Word</Application>
  <DocSecurity>0</DocSecurity>
  <Lines>509</Lines>
  <Paragraphs>143</Paragraphs>
  <ScaleCrop>false</ScaleCrop>
  <Company/>
  <LinksUpToDate>false</LinksUpToDate>
  <CharactersWithSpaces>71653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2023-02-02T07:14:00Z</dcterms:created>
  <dcterms:modified xsi:type="dcterms:W3CDTF">2023-02-02T07:15:00Z</dcterms:modified>
</cp:coreProperties>
</file>